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9E222" w14:textId="77777777" w:rsidR="00662344" w:rsidRPr="009B2220" w:rsidRDefault="00662344" w:rsidP="00F165BD">
      <w:pPr>
        <w:pStyle w:val="Title"/>
      </w:pPr>
    </w:p>
    <w:p w14:paraId="41262D40" w14:textId="77777777" w:rsidR="00662344" w:rsidRPr="009B2220" w:rsidRDefault="00662344" w:rsidP="00F165BD">
      <w:pPr>
        <w:pStyle w:val="Title"/>
      </w:pPr>
    </w:p>
    <w:p w14:paraId="2FA71C22" w14:textId="77777777" w:rsidR="00662344" w:rsidRPr="009B2220" w:rsidRDefault="00662344" w:rsidP="00F165BD">
      <w:pPr>
        <w:pStyle w:val="Title"/>
      </w:pPr>
    </w:p>
    <w:p w14:paraId="48660F79" w14:textId="77777777" w:rsidR="00662344" w:rsidRPr="009B2220" w:rsidRDefault="00662344" w:rsidP="00F165BD">
      <w:pPr>
        <w:pStyle w:val="Title"/>
      </w:pPr>
    </w:p>
    <w:p w14:paraId="70D21A8E" w14:textId="77777777" w:rsidR="00662344" w:rsidRPr="009B2220" w:rsidRDefault="00662344" w:rsidP="00F165BD">
      <w:pPr>
        <w:pStyle w:val="Title"/>
      </w:pPr>
    </w:p>
    <w:p w14:paraId="2334E472" w14:textId="77777777" w:rsidR="00662344" w:rsidRPr="009B2220" w:rsidRDefault="00662344" w:rsidP="00F165BD">
      <w:pPr>
        <w:pStyle w:val="Title"/>
      </w:pPr>
    </w:p>
    <w:p w14:paraId="7C860BEC" w14:textId="216CD42B" w:rsidR="00662344" w:rsidRPr="009B2220" w:rsidRDefault="001219EF" w:rsidP="00F165BD">
      <w:pPr>
        <w:pStyle w:val="Title"/>
      </w:pPr>
      <w:r>
        <w:t xml:space="preserve">C1.1 – 1.2 </w:t>
      </w:r>
      <w:r w:rsidR="00D46F24">
        <w:t>Online Systems</w:t>
      </w:r>
    </w:p>
    <w:p w14:paraId="1A38F193" w14:textId="10351B74" w:rsidR="00662344" w:rsidRPr="009B2220" w:rsidRDefault="00662344" w:rsidP="00F165BD">
      <w:pPr>
        <w:pStyle w:val="Title"/>
      </w:pPr>
      <w:r w:rsidRPr="009B2220">
        <w:t>Class Tasks</w:t>
      </w:r>
    </w:p>
    <w:p w14:paraId="483A44C9" w14:textId="47D636B6" w:rsidR="00662344" w:rsidRPr="009B2220" w:rsidRDefault="0097000B" w:rsidP="00F165BD">
      <w:pPr>
        <w:pStyle w:val="Title"/>
      </w:pPr>
      <w:r w:rsidRPr="009B2220">
        <w:t>Mark Scheme</w:t>
      </w:r>
    </w:p>
    <w:p w14:paraId="71959F68" w14:textId="77777777" w:rsidR="00FF0F9E" w:rsidRPr="009B2220" w:rsidRDefault="00FF0F9E" w:rsidP="00FF0F9E"/>
    <w:p w14:paraId="14114A4D" w14:textId="77777777" w:rsidR="00E85DBE" w:rsidRPr="009B2220" w:rsidRDefault="00E85DBE" w:rsidP="00FF0F9E"/>
    <w:p w14:paraId="765C26A3" w14:textId="1E427DBD" w:rsidR="00E85DBE" w:rsidRPr="009B2220" w:rsidRDefault="00E85DBE" w:rsidP="00F165BD">
      <w:pPr>
        <w:pStyle w:val="Title"/>
      </w:pPr>
      <w:r w:rsidRPr="009B2220">
        <w:br w:type="page"/>
      </w:r>
    </w:p>
    <w:p w14:paraId="48434409" w14:textId="5DB0591C" w:rsidR="00DF1539" w:rsidRPr="009B2220" w:rsidRDefault="00635515" w:rsidP="00662344">
      <w:pPr>
        <w:pStyle w:val="Heading1"/>
      </w:pPr>
      <w:r w:rsidRPr="009B2220">
        <w:lastRenderedPageBreak/>
        <w:t xml:space="preserve">Class Task 1 </w:t>
      </w:r>
      <w:r w:rsidR="00C778BA" w:rsidRPr="009B2220">
        <w:t>–</w:t>
      </w:r>
      <w:r w:rsidRPr="009B2220">
        <w:t xml:space="preserve"> </w:t>
      </w:r>
      <w:r w:rsidR="00B339F8">
        <w:t>Cloud Concepts</w:t>
      </w:r>
    </w:p>
    <w:p w14:paraId="7D3EF727" w14:textId="77777777" w:rsidR="00635515" w:rsidRPr="009B2220" w:rsidRDefault="00635515" w:rsidP="00635515"/>
    <w:p w14:paraId="7DD19A2A" w14:textId="5EC28525" w:rsidR="00662344" w:rsidRPr="009B2220" w:rsidRDefault="00752EE3" w:rsidP="003B45C1">
      <w:pPr>
        <w:pStyle w:val="Heading2"/>
      </w:pPr>
      <w:r w:rsidRPr="009B2220">
        <w:t>Question</w:t>
      </w:r>
      <w:r w:rsidR="00662344" w:rsidRPr="009B2220">
        <w:t xml:space="preserve"> 1</w:t>
      </w:r>
      <w:r w:rsidR="009C30DB" w:rsidRPr="009B2220">
        <w:t>.1</w:t>
      </w:r>
      <w:r w:rsidR="00662344" w:rsidRPr="009B2220">
        <w:t xml:space="preserve"> </w:t>
      </w:r>
    </w:p>
    <w:p w14:paraId="29A03C40" w14:textId="34716A79" w:rsidR="00F60738" w:rsidRPr="009B2220" w:rsidRDefault="00F60738" w:rsidP="00F60738">
      <w:r w:rsidRPr="009B2220">
        <w:t>What</w:t>
      </w:r>
      <w:r w:rsidR="00392E0A" w:rsidRPr="009B2220">
        <w:t xml:space="preserve"> is </w:t>
      </w:r>
      <w:r w:rsidR="00B339F8">
        <w:t>the cloud</w:t>
      </w:r>
      <w:r w:rsidRPr="009B2220">
        <w:t>? (</w:t>
      </w:r>
      <w:r w:rsidR="00492175">
        <w:rPr>
          <w:b/>
          <w:bCs/>
          <w:i/>
          <w:iCs/>
        </w:rPr>
        <w:t>3</w:t>
      </w:r>
      <w:r w:rsidRPr="009B2220">
        <w:rPr>
          <w:b/>
          <w:bCs/>
          <w:i/>
          <w:iCs/>
        </w:rPr>
        <w:t xml:space="preserve"> mark</w:t>
      </w:r>
      <w:r w:rsidR="00FD14B4">
        <w:rPr>
          <w:b/>
          <w:bCs/>
          <w:i/>
          <w:iCs/>
        </w:rPr>
        <w:t>s</w:t>
      </w:r>
      <w:r w:rsidRPr="009B2220">
        <w:t>)</w:t>
      </w:r>
    </w:p>
    <w:p w14:paraId="03343214" w14:textId="77777777" w:rsidR="00F60738" w:rsidRPr="009B2220" w:rsidRDefault="00F60738" w:rsidP="00F60738">
      <w:r w:rsidRPr="009B2220">
        <w:rPr>
          <w:noProof/>
        </w:rPr>
        <mc:AlternateContent>
          <mc:Choice Requires="wps">
            <w:drawing>
              <wp:anchor distT="0" distB="0" distL="114300" distR="114300" simplePos="0" relativeHeight="251708416" behindDoc="0" locked="0" layoutInCell="1" allowOverlap="1" wp14:anchorId="2645E576" wp14:editId="46145B11">
                <wp:simplePos x="0" y="0"/>
                <wp:positionH relativeFrom="column">
                  <wp:posOffset>-301584</wp:posOffset>
                </wp:positionH>
                <wp:positionV relativeFrom="paragraph">
                  <wp:posOffset>72753</wp:posOffset>
                </wp:positionV>
                <wp:extent cx="6064509" cy="1453490"/>
                <wp:effectExtent l="19050" t="19050" r="12700" b="13970"/>
                <wp:wrapNone/>
                <wp:docPr id="270913573" name="Rectangle: Rounded Corners 1"/>
                <wp:cNvGraphicFramePr/>
                <a:graphic xmlns:a="http://schemas.openxmlformats.org/drawingml/2006/main">
                  <a:graphicData uri="http://schemas.microsoft.com/office/word/2010/wordprocessingShape">
                    <wps:wsp>
                      <wps:cNvSpPr/>
                      <wps:spPr>
                        <a:xfrm>
                          <a:off x="0" y="0"/>
                          <a:ext cx="6064509" cy="1453490"/>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15F1EB" id="Rectangle: Rounded Corners 1" o:spid="_x0000_s1026" style="position:absolute;margin-left:-23.75pt;margin-top:5.75pt;width:477.5pt;height:114.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" filled="f" strokecolor="windowText" strokeweight="2.25pt">
                <v:stroke joinstyle="miter"/>
              </v:roundrect>
            </w:pict>
          </mc:Fallback>
        </mc:AlternateContent>
      </w:r>
    </w:p>
    <w:p w14:paraId="29981BC6" w14:textId="73B773F4" w:rsidR="00B339F8" w:rsidRDefault="00B339F8" w:rsidP="00F60738">
      <w:r>
        <w:t>The cloud is a physical collection of servers (1) contained in a building located somewhere on the planet (1)</w:t>
      </w:r>
      <w:r w:rsidR="00492175">
        <w:t xml:space="preserve"> accessed using the internet / HTTPS (1)</w:t>
      </w:r>
    </w:p>
    <w:p w14:paraId="57E0906F" w14:textId="77777777" w:rsidR="00492175" w:rsidRDefault="00492175" w:rsidP="00F60738"/>
    <w:p w14:paraId="5C874506" w14:textId="2C6168D7" w:rsidR="00B339F8" w:rsidRDefault="00492175" w:rsidP="00F60738">
      <w:r>
        <w:t>The cloud is a physical collection of servers (1) containing applications and data (1) accessed using the internet / HTTPS (1)</w:t>
      </w:r>
    </w:p>
    <w:p w14:paraId="5CA510EB" w14:textId="77777777" w:rsidR="00B339F8" w:rsidRDefault="00B339F8" w:rsidP="00F60738"/>
    <w:p w14:paraId="2B466617" w14:textId="77777777" w:rsidR="00B339F8" w:rsidRPr="009B2220" w:rsidRDefault="00B339F8" w:rsidP="00F60738"/>
    <w:p w14:paraId="51572197" w14:textId="77777777" w:rsidR="00E50BEE" w:rsidRPr="009B2220" w:rsidRDefault="00E50BEE" w:rsidP="003B45C1"/>
    <w:p w14:paraId="26AC10CD" w14:textId="2ECA44E8" w:rsidR="0097000B" w:rsidRPr="009B2220" w:rsidRDefault="0097000B" w:rsidP="003B45C1">
      <w:pPr>
        <w:pStyle w:val="Heading2"/>
      </w:pPr>
      <w:r w:rsidRPr="009B2220">
        <w:t xml:space="preserve">Question 1.2 </w:t>
      </w:r>
    </w:p>
    <w:p w14:paraId="4DACC31C" w14:textId="77777777" w:rsidR="000E333F" w:rsidRPr="009B2220" w:rsidRDefault="000E333F" w:rsidP="003B45C1"/>
    <w:p w14:paraId="3745B750" w14:textId="7E0E7DCB" w:rsidR="00F60738" w:rsidRPr="009B2220" w:rsidRDefault="00B213D8" w:rsidP="00F60738">
      <w:r w:rsidRPr="009B2220">
        <w:t xml:space="preserve">Name the </w:t>
      </w:r>
      <w:r w:rsidRPr="00741BEC">
        <w:rPr>
          <w:b/>
          <w:bCs/>
        </w:rPr>
        <w:t>two</w:t>
      </w:r>
      <w:r w:rsidRPr="009B2220">
        <w:t xml:space="preserve"> </w:t>
      </w:r>
      <w:r w:rsidR="0055684A">
        <w:t>parts of the HTTP protocol</w:t>
      </w:r>
      <w:r w:rsidR="00FD14B4">
        <w:t xml:space="preserve"> </w:t>
      </w:r>
      <w:r w:rsidR="00F60738" w:rsidRPr="009B2220">
        <w:t>(</w:t>
      </w:r>
      <w:r w:rsidR="00A168B7" w:rsidRPr="009B2220">
        <w:rPr>
          <w:b/>
          <w:bCs/>
          <w:i/>
          <w:iCs/>
        </w:rPr>
        <w:t>2</w:t>
      </w:r>
      <w:r w:rsidR="00F60738" w:rsidRPr="009B2220">
        <w:rPr>
          <w:b/>
          <w:bCs/>
          <w:i/>
          <w:iCs/>
        </w:rPr>
        <w:t xml:space="preserve"> marks</w:t>
      </w:r>
      <w:r w:rsidR="00F60738" w:rsidRPr="009B2220">
        <w:t>)</w:t>
      </w:r>
    </w:p>
    <w:p w14:paraId="08963CED" w14:textId="41391D8F" w:rsidR="00F60738" w:rsidRPr="009B2220" w:rsidRDefault="00C11F5E" w:rsidP="00F60738">
      <w:r w:rsidRPr="009B2220">
        <w:rPr>
          <w:noProof/>
        </w:rPr>
        <mc:AlternateContent>
          <mc:Choice Requires="wps">
            <w:drawing>
              <wp:anchor distT="0" distB="0" distL="114300" distR="114300" simplePos="0" relativeHeight="251706368" behindDoc="0" locked="0" layoutInCell="1" allowOverlap="1" wp14:anchorId="275D8C8F" wp14:editId="0ED77C91">
                <wp:simplePos x="0" y="0"/>
                <wp:positionH relativeFrom="column">
                  <wp:posOffset>-301584</wp:posOffset>
                </wp:positionH>
                <wp:positionV relativeFrom="paragraph">
                  <wp:posOffset>81577</wp:posOffset>
                </wp:positionV>
                <wp:extent cx="5747657" cy="948789"/>
                <wp:effectExtent l="19050" t="19050" r="24765" b="22860"/>
                <wp:wrapNone/>
                <wp:docPr id="654075083" name="Rectangle: Rounded Corners 1"/>
                <wp:cNvGraphicFramePr/>
                <a:graphic xmlns:a="http://schemas.openxmlformats.org/drawingml/2006/main">
                  <a:graphicData uri="http://schemas.microsoft.com/office/word/2010/wordprocessingShape">
                    <wps:wsp>
                      <wps:cNvSpPr/>
                      <wps:spPr>
                        <a:xfrm>
                          <a:off x="0" y="0"/>
                          <a:ext cx="5747657" cy="948789"/>
                        </a:xfrm>
                        <a:prstGeom prst="round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28875E6" id="Rectangle: Rounded Corners 1" o:spid="_x0000_s1026" style="position:absolute;margin-left:-23.75pt;margin-top:6.4pt;width:452.55pt;height:74.7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" filled="f" strokecolor="black [3213]" strokeweight="2.25pt">
                <v:stroke joinstyle="miter"/>
              </v:roundrect>
            </w:pict>
          </mc:Fallback>
        </mc:AlternateContent>
      </w:r>
    </w:p>
    <w:p w14:paraId="2E76D346" w14:textId="2E096EE8" w:rsidR="000F6F30" w:rsidRPr="00860609" w:rsidRDefault="0055684A" w:rsidP="00F60738">
      <w:pPr>
        <w:rPr>
          <w:lang w:val="fr-FR"/>
        </w:rPr>
      </w:pPr>
      <w:r w:rsidRPr="00860609">
        <w:rPr>
          <w:lang w:val="fr-FR"/>
        </w:rPr>
        <w:t xml:space="preserve">HTTP </w:t>
      </w:r>
      <w:proofErr w:type="spellStart"/>
      <w:r w:rsidRPr="00860609">
        <w:rPr>
          <w:lang w:val="fr-FR"/>
        </w:rPr>
        <w:t>Request</w:t>
      </w:r>
      <w:proofErr w:type="spellEnd"/>
      <w:r w:rsidR="00B213D8" w:rsidRPr="00860609">
        <w:rPr>
          <w:lang w:val="fr-FR"/>
        </w:rPr>
        <w:t xml:space="preserve"> (1)</w:t>
      </w:r>
    </w:p>
    <w:p w14:paraId="74EE9916" w14:textId="31DC6E2C" w:rsidR="00B213D8" w:rsidRPr="00860609" w:rsidRDefault="0055684A" w:rsidP="00F60738">
      <w:pPr>
        <w:rPr>
          <w:lang w:val="fr-FR"/>
        </w:rPr>
      </w:pPr>
      <w:r w:rsidRPr="00860609">
        <w:rPr>
          <w:lang w:val="fr-FR"/>
        </w:rPr>
        <w:t xml:space="preserve">HTTP </w:t>
      </w:r>
      <w:proofErr w:type="spellStart"/>
      <w:r w:rsidR="009E3D32">
        <w:rPr>
          <w:lang w:val="fr-FR"/>
        </w:rPr>
        <w:t>R</w:t>
      </w:r>
      <w:r w:rsidRPr="00860609">
        <w:rPr>
          <w:lang w:val="fr-FR"/>
        </w:rPr>
        <w:t>esponse</w:t>
      </w:r>
      <w:proofErr w:type="spellEnd"/>
      <w:r w:rsidRPr="00860609">
        <w:rPr>
          <w:lang w:val="fr-FR"/>
        </w:rPr>
        <w:t xml:space="preserve"> </w:t>
      </w:r>
      <w:r w:rsidR="00B213D8" w:rsidRPr="00860609">
        <w:rPr>
          <w:lang w:val="fr-FR"/>
        </w:rPr>
        <w:t>(</w:t>
      </w:r>
      <w:r w:rsidRPr="00860609">
        <w:rPr>
          <w:lang w:val="fr-FR"/>
        </w:rPr>
        <w:t>1</w:t>
      </w:r>
      <w:r w:rsidR="00B213D8" w:rsidRPr="00860609">
        <w:rPr>
          <w:lang w:val="fr-FR"/>
        </w:rPr>
        <w:t>)</w:t>
      </w:r>
    </w:p>
    <w:p w14:paraId="56D43E0E" w14:textId="77777777" w:rsidR="00F60738" w:rsidRPr="00860609" w:rsidRDefault="00F60738" w:rsidP="00F60738">
      <w:pPr>
        <w:rPr>
          <w:lang w:val="fr-FR"/>
        </w:rPr>
      </w:pPr>
    </w:p>
    <w:p w14:paraId="4D474A82" w14:textId="77777777" w:rsidR="00662344" w:rsidRPr="00860609" w:rsidRDefault="00662344" w:rsidP="003B45C1">
      <w:pPr>
        <w:rPr>
          <w:lang w:val="fr-FR"/>
        </w:rPr>
      </w:pPr>
    </w:p>
    <w:p w14:paraId="4A8DF03D" w14:textId="77777777" w:rsidR="00662344" w:rsidRPr="00860609" w:rsidRDefault="00662344" w:rsidP="003B45C1">
      <w:pPr>
        <w:rPr>
          <w:lang w:val="fr-FR"/>
        </w:rPr>
      </w:pPr>
    </w:p>
    <w:p w14:paraId="07D9B1B2" w14:textId="77777777" w:rsidR="00DC0D54" w:rsidRPr="00860609" w:rsidRDefault="00DC0D54" w:rsidP="003B45C1">
      <w:pPr>
        <w:rPr>
          <w:rFonts w:eastAsiaTheme="majorEastAsia" w:cstheme="majorBidi"/>
          <w:color w:val="2F5496" w:themeColor="accent1" w:themeShade="BF"/>
          <w:sz w:val="26"/>
          <w:szCs w:val="26"/>
          <w:lang w:val="fr-FR"/>
        </w:rPr>
      </w:pPr>
      <w:r w:rsidRPr="00860609">
        <w:rPr>
          <w:lang w:val="fr-FR"/>
        </w:rPr>
        <w:br w:type="page"/>
      </w:r>
    </w:p>
    <w:p w14:paraId="571EF534" w14:textId="2E392DE8" w:rsidR="002A3330" w:rsidRPr="00860609" w:rsidRDefault="002A3330" w:rsidP="003B45C1">
      <w:pPr>
        <w:pStyle w:val="Heading2"/>
        <w:rPr>
          <w:lang w:val="fr-FR"/>
        </w:rPr>
      </w:pPr>
      <w:r w:rsidRPr="00860609">
        <w:rPr>
          <w:lang w:val="fr-FR"/>
        </w:rPr>
        <w:lastRenderedPageBreak/>
        <w:t>Question 1.3</w:t>
      </w:r>
    </w:p>
    <w:p w14:paraId="6CCD4BE8" w14:textId="77777777" w:rsidR="00C11F5E" w:rsidRPr="00860609" w:rsidRDefault="00C11F5E" w:rsidP="00C11F5E">
      <w:pPr>
        <w:rPr>
          <w:lang w:val="fr-FR"/>
        </w:rPr>
      </w:pPr>
    </w:p>
    <w:p w14:paraId="59B19D30" w14:textId="088F71B5" w:rsidR="002A3330" w:rsidRPr="009B2220" w:rsidRDefault="00185AAB" w:rsidP="002A3330">
      <w:r w:rsidRPr="009B2220">
        <w:t xml:space="preserve">Describe </w:t>
      </w:r>
      <w:r w:rsidR="00FD5ED0">
        <w:t>how cloud services are accessed</w:t>
      </w:r>
      <w:r w:rsidR="002A3330" w:rsidRPr="009B2220">
        <w:t>?</w:t>
      </w:r>
      <w:r w:rsidR="004D338F" w:rsidRPr="009B2220">
        <w:t xml:space="preserve"> </w:t>
      </w:r>
      <w:r w:rsidR="002413DA" w:rsidRPr="009B2220">
        <w:t xml:space="preserve"> (</w:t>
      </w:r>
      <w:r w:rsidR="00310F50">
        <w:rPr>
          <w:b/>
          <w:bCs/>
        </w:rPr>
        <w:t>4</w:t>
      </w:r>
      <w:r w:rsidR="002413DA" w:rsidRPr="009B2220">
        <w:rPr>
          <w:b/>
          <w:bCs/>
        </w:rPr>
        <w:t xml:space="preserve"> mark</w:t>
      </w:r>
      <w:r w:rsidR="00934300" w:rsidRPr="009B2220">
        <w:rPr>
          <w:b/>
          <w:bCs/>
        </w:rPr>
        <w:t>s</w:t>
      </w:r>
      <w:r w:rsidR="002413DA" w:rsidRPr="009B2220">
        <w:t>)</w:t>
      </w:r>
    </w:p>
    <w:p w14:paraId="1CB77BF0" w14:textId="3BEEA286" w:rsidR="004254DA" w:rsidRPr="009B2220" w:rsidRDefault="009D38DD" w:rsidP="002A3330">
      <w:r w:rsidRPr="009B2220">
        <w:rPr>
          <w:noProof/>
        </w:rPr>
        <mc:AlternateContent>
          <mc:Choice Requires="wps">
            <w:drawing>
              <wp:anchor distT="0" distB="0" distL="114300" distR="114300" simplePos="0" relativeHeight="251665408" behindDoc="0" locked="0" layoutInCell="1" allowOverlap="1" wp14:anchorId="65FE02B4" wp14:editId="5CED51F9">
                <wp:simplePos x="0" y="0"/>
                <wp:positionH relativeFrom="column">
                  <wp:posOffset>-301584</wp:posOffset>
                </wp:positionH>
                <wp:positionV relativeFrom="paragraph">
                  <wp:posOffset>227907</wp:posOffset>
                </wp:positionV>
                <wp:extent cx="6064250" cy="1762249"/>
                <wp:effectExtent l="19050" t="19050" r="12700" b="28575"/>
                <wp:wrapNone/>
                <wp:docPr id="538111458" name="Rectangle: Rounded Corners 1"/>
                <wp:cNvGraphicFramePr/>
                <a:graphic xmlns:a="http://schemas.openxmlformats.org/drawingml/2006/main">
                  <a:graphicData uri="http://schemas.microsoft.com/office/word/2010/wordprocessingShape">
                    <wps:wsp>
                      <wps:cNvSpPr/>
                      <wps:spPr>
                        <a:xfrm>
                          <a:off x="0" y="0"/>
                          <a:ext cx="6064250" cy="1762249"/>
                        </a:xfrm>
                        <a:prstGeom prst="roundRect">
                          <a:avLst/>
                        </a:prstGeom>
                        <a:no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4BD935" id="Rectangle: Rounded Corners 1" o:spid="_x0000_s1026" style="position:absolute;margin-left:-23.75pt;margin-top:17.95pt;width:477.5pt;height:13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" filled="f" strokecolor="windowText" strokeweight="2.25pt">
                <v:stroke joinstyle="miter"/>
              </v:roundrect>
            </w:pict>
          </mc:Fallback>
        </mc:AlternateContent>
      </w:r>
    </w:p>
    <w:p w14:paraId="0DE8175A" w14:textId="4BCE1453" w:rsidR="002A3330" w:rsidRPr="009B2220" w:rsidRDefault="002A3330" w:rsidP="002A3330"/>
    <w:p w14:paraId="5F8E7912" w14:textId="7EFF933E" w:rsidR="008F6421" w:rsidRDefault="00FD5ED0" w:rsidP="008F6421">
      <w:r>
        <w:t xml:space="preserve">A client / subscriber makes a </w:t>
      </w:r>
      <w:r w:rsidR="00DF53CB">
        <w:t>cloud service</w:t>
      </w:r>
      <w:r>
        <w:t xml:space="preserve"> request over the internet / HTTPS (1)</w:t>
      </w:r>
    </w:p>
    <w:p w14:paraId="0D84DC82" w14:textId="02C9EB36" w:rsidR="00FD5ED0" w:rsidRDefault="00FD5ED0" w:rsidP="008F6421">
      <w:r>
        <w:t xml:space="preserve">The </w:t>
      </w:r>
      <w:r w:rsidR="00DF53CB">
        <w:t xml:space="preserve">cloud service </w:t>
      </w:r>
      <w:r>
        <w:t xml:space="preserve">request </w:t>
      </w:r>
      <w:r w:rsidR="00DF53CB">
        <w:t xml:space="preserve">is </w:t>
      </w:r>
      <w:r>
        <w:t>received by the cloud server / queued on the cloud server (1)</w:t>
      </w:r>
    </w:p>
    <w:p w14:paraId="0A66917A" w14:textId="10A50CFF" w:rsidR="00FD5ED0" w:rsidRDefault="00FD5ED0" w:rsidP="008F6421">
      <w:r>
        <w:t xml:space="preserve">The service </w:t>
      </w:r>
      <w:r w:rsidR="00310F50">
        <w:t>request</w:t>
      </w:r>
      <w:r w:rsidR="00DF53CB">
        <w:t xml:space="preserve"> is processed</w:t>
      </w:r>
      <w:r w:rsidR="00310F50">
        <w:t xml:space="preserve"> (by the cloud server) (1)</w:t>
      </w:r>
    </w:p>
    <w:p w14:paraId="6C624553" w14:textId="7FFA4AF9" w:rsidR="00310F50" w:rsidRPr="009B2220" w:rsidRDefault="00310F50" w:rsidP="008F6421">
      <w:r>
        <w:t>The response is delivered to the client / subscriber (across the internet) (1)</w:t>
      </w:r>
    </w:p>
    <w:p w14:paraId="3125E4D2" w14:textId="1BE6A062" w:rsidR="004D338F" w:rsidRPr="009B2220" w:rsidRDefault="004D338F" w:rsidP="002A3330"/>
    <w:p w14:paraId="6B2C7982" w14:textId="77777777" w:rsidR="002A3330" w:rsidRPr="009B2220" w:rsidRDefault="002A3330" w:rsidP="002A3330"/>
    <w:p w14:paraId="2B76FBC1" w14:textId="572CCF01" w:rsidR="00243D57" w:rsidRPr="009B2220" w:rsidRDefault="00243D57">
      <w:pPr>
        <w:rPr>
          <w:rFonts w:eastAsiaTheme="majorEastAsia" w:cstheme="majorBidi"/>
          <w:color w:val="2F5496" w:themeColor="accent1" w:themeShade="BF"/>
          <w:sz w:val="26"/>
          <w:szCs w:val="26"/>
        </w:rPr>
      </w:pPr>
    </w:p>
    <w:p w14:paraId="1AB732D4" w14:textId="6C73A467" w:rsidR="002078E9" w:rsidRPr="009B2220" w:rsidRDefault="00116EC6" w:rsidP="00DB3EAD">
      <w:pPr>
        <w:pStyle w:val="Heading2"/>
      </w:pPr>
      <w:r w:rsidRPr="009B2220">
        <w:t>Question 1.</w:t>
      </w:r>
      <w:r w:rsidR="00B0316C" w:rsidRPr="009B2220">
        <w:t>4</w:t>
      </w:r>
    </w:p>
    <w:p w14:paraId="5E36E91A" w14:textId="36DB6E82" w:rsidR="00116EC6" w:rsidRPr="007562AA" w:rsidRDefault="00116EC6" w:rsidP="00905365">
      <w:pPr>
        <w:pStyle w:val="Heading2"/>
        <w:rPr>
          <w:lang w:val="fr-FR"/>
        </w:rPr>
      </w:pPr>
      <w:r w:rsidRPr="007562AA">
        <w:rPr>
          <w:lang w:val="fr-FR"/>
        </w:rPr>
        <w:t>Question 1.</w:t>
      </w:r>
      <w:r w:rsidR="00DB3EAD" w:rsidRPr="007562AA">
        <w:rPr>
          <w:lang w:val="fr-FR"/>
        </w:rPr>
        <w:t>5</w:t>
      </w:r>
    </w:p>
    <w:p w14:paraId="1EAAA9BF" w14:textId="4A70E1BE" w:rsidR="00905365" w:rsidRPr="007562AA" w:rsidRDefault="00905365" w:rsidP="00905365">
      <w:pPr>
        <w:pStyle w:val="Heading2"/>
        <w:rPr>
          <w:lang w:val="fr-FR"/>
        </w:rPr>
      </w:pPr>
      <w:r w:rsidRPr="007562AA">
        <w:rPr>
          <w:lang w:val="fr-FR"/>
        </w:rPr>
        <w:t>Question 1.</w:t>
      </w:r>
      <w:r w:rsidR="00DA7E04" w:rsidRPr="007562AA">
        <w:rPr>
          <w:lang w:val="fr-FR"/>
        </w:rPr>
        <w:t>6</w:t>
      </w:r>
    </w:p>
    <w:p w14:paraId="53C3C256" w14:textId="42E6C182" w:rsidR="00A433B1" w:rsidRPr="007562AA" w:rsidRDefault="00A433B1" w:rsidP="00A433B1">
      <w:pPr>
        <w:pStyle w:val="Heading2"/>
        <w:rPr>
          <w:lang w:val="fr-FR"/>
        </w:rPr>
      </w:pPr>
      <w:r w:rsidRPr="007562AA">
        <w:rPr>
          <w:lang w:val="fr-FR"/>
        </w:rPr>
        <w:t>Question 1.</w:t>
      </w:r>
      <w:r w:rsidR="00DA7E04" w:rsidRPr="007562AA">
        <w:rPr>
          <w:lang w:val="fr-FR"/>
        </w:rPr>
        <w:t>7</w:t>
      </w:r>
    </w:p>
    <w:p w14:paraId="53E7F3A6" w14:textId="3A28C925" w:rsidR="00207902" w:rsidRPr="007562AA" w:rsidRDefault="00207902" w:rsidP="00207902">
      <w:pPr>
        <w:pStyle w:val="Heading2"/>
        <w:rPr>
          <w:lang w:val="fr-FR"/>
        </w:rPr>
      </w:pPr>
      <w:r w:rsidRPr="007562AA">
        <w:rPr>
          <w:lang w:val="fr-FR"/>
        </w:rPr>
        <w:t>Question 1.8</w:t>
      </w:r>
    </w:p>
    <w:p w14:paraId="5F3E8D58" w14:textId="5089EFDD" w:rsidR="00205CE5" w:rsidRPr="007562AA" w:rsidRDefault="00205CE5" w:rsidP="00205CE5">
      <w:pPr>
        <w:pStyle w:val="Heading2"/>
        <w:rPr>
          <w:lang w:val="fr-FR"/>
        </w:rPr>
      </w:pPr>
      <w:r w:rsidRPr="007562AA">
        <w:rPr>
          <w:lang w:val="fr-FR"/>
        </w:rPr>
        <w:t>Question 1.</w:t>
      </w:r>
      <w:r w:rsidR="00B638AD" w:rsidRPr="007562AA">
        <w:rPr>
          <w:lang w:val="fr-FR"/>
        </w:rPr>
        <w:t>9</w:t>
      </w:r>
    </w:p>
    <w:p w14:paraId="0903CE19" w14:textId="260B6D0F" w:rsidR="007A546E" w:rsidRPr="009B2220" w:rsidRDefault="007A546E" w:rsidP="007A546E">
      <w:pPr>
        <w:pStyle w:val="Heading2"/>
      </w:pPr>
      <w:r w:rsidRPr="009B2220">
        <w:t>Question 1.10</w:t>
      </w:r>
    </w:p>
    <w:p w14:paraId="3607F53E" w14:textId="650DEEC8" w:rsidR="00CF4038" w:rsidRPr="009B2220" w:rsidRDefault="00CF4038" w:rsidP="00CF4038">
      <w:pPr>
        <w:pStyle w:val="Heading2"/>
      </w:pPr>
      <w:r w:rsidRPr="009B2220">
        <w:t>Question 1.11</w:t>
      </w:r>
    </w:p>
    <w:p w14:paraId="2D7E3447" w14:textId="47DFCAC1" w:rsidR="00AA10D3" w:rsidRPr="00860609" w:rsidRDefault="00AA10D3" w:rsidP="00AA10D3">
      <w:pPr>
        <w:pStyle w:val="Heading2"/>
      </w:pPr>
      <w:r w:rsidRPr="00860609">
        <w:t>Question 1.1</w:t>
      </w:r>
      <w:r w:rsidR="003916B1" w:rsidRPr="00860609">
        <w:t>2</w:t>
      </w:r>
    </w:p>
    <w:p w14:paraId="50C64128" w14:textId="6E880395" w:rsidR="003916B1" w:rsidRPr="009B2220" w:rsidRDefault="003916B1" w:rsidP="003916B1">
      <w:pPr>
        <w:pStyle w:val="Heading2"/>
      </w:pPr>
      <w:r w:rsidRPr="009B2220">
        <w:t>Question 1.1</w:t>
      </w:r>
      <w:r w:rsidR="00AE6842">
        <w:t>3</w:t>
      </w:r>
    </w:p>
    <w:p w14:paraId="60BE6D93" w14:textId="77777777" w:rsidR="003916B1" w:rsidRPr="009B2220" w:rsidRDefault="003916B1" w:rsidP="003916B1"/>
    <w:p w14:paraId="18157383" w14:textId="77777777" w:rsidR="00B6638C" w:rsidRDefault="00B6638C" w:rsidP="003916B1">
      <w:pPr>
        <w:rPr>
          <w:b/>
          <w:bCs/>
          <w:i/>
          <w:iCs/>
        </w:rPr>
      </w:pPr>
    </w:p>
    <w:p w14:paraId="017C302C" w14:textId="77777777" w:rsidR="00ED6A53" w:rsidRPr="009B2220" w:rsidRDefault="00ED6A53">
      <w:pPr>
        <w:rPr>
          <w:rFonts w:eastAsiaTheme="majorEastAsia" w:cstheme="minorHAnsi"/>
          <w:color w:val="2F5496" w:themeColor="accent1" w:themeShade="BF"/>
          <w:sz w:val="32"/>
          <w:szCs w:val="32"/>
        </w:rPr>
      </w:pPr>
      <w:r w:rsidRPr="009B2220">
        <w:br w:type="page"/>
      </w:r>
    </w:p>
    <w:p w14:paraId="3588F3C9" w14:textId="31A88258" w:rsidR="00ED250F" w:rsidRDefault="00ED250F" w:rsidP="00ED250F">
      <w:pPr>
        <w:pStyle w:val="Heading1"/>
      </w:pPr>
      <w:r w:rsidRPr="009B2220">
        <w:lastRenderedPageBreak/>
        <w:t xml:space="preserve">Class Task </w:t>
      </w:r>
      <w:r>
        <w:t>2</w:t>
      </w:r>
      <w:r w:rsidRPr="009B2220">
        <w:t xml:space="preserve"> – </w:t>
      </w:r>
      <w:r>
        <w:t>Cloud Delivery Models</w:t>
      </w:r>
    </w:p>
    <w:p w14:paraId="17DE585C" w14:textId="77777777" w:rsidR="00FD14B4" w:rsidRPr="00FD14B4" w:rsidRDefault="00FD14B4" w:rsidP="00FD14B4"/>
    <w:p w14:paraId="2DCAD888" w14:textId="6E850FF1" w:rsidR="00FD14B4" w:rsidRDefault="00FD14B4" w:rsidP="00FD14B4">
      <w:pPr>
        <w:pStyle w:val="Heading2"/>
      </w:pPr>
      <w:r w:rsidRPr="009B2220">
        <w:t xml:space="preserve">Question </w:t>
      </w:r>
      <w:r>
        <w:t>2</w:t>
      </w:r>
      <w:r w:rsidRPr="009B2220">
        <w:t xml:space="preserve">.1 </w:t>
      </w:r>
    </w:p>
    <w:p w14:paraId="529AC4A7" w14:textId="002DD440" w:rsidR="000B5414" w:rsidRPr="007562AA" w:rsidRDefault="000B5414" w:rsidP="000B5414">
      <w:pPr>
        <w:pStyle w:val="Heading2"/>
        <w:rPr>
          <w:lang w:val="fr-FR"/>
        </w:rPr>
      </w:pPr>
      <w:r w:rsidRPr="007562AA">
        <w:rPr>
          <w:lang w:val="fr-FR"/>
        </w:rPr>
        <w:t>Question 2.2</w:t>
      </w:r>
    </w:p>
    <w:p w14:paraId="5E6A3A06" w14:textId="09151B1F" w:rsidR="008B2515" w:rsidRPr="007562AA" w:rsidRDefault="008B2515" w:rsidP="008B2515">
      <w:pPr>
        <w:pStyle w:val="Heading2"/>
        <w:rPr>
          <w:lang w:val="fr-FR"/>
        </w:rPr>
      </w:pPr>
      <w:r w:rsidRPr="007562AA">
        <w:rPr>
          <w:lang w:val="fr-FR"/>
        </w:rPr>
        <w:t>Question 2.3</w:t>
      </w:r>
    </w:p>
    <w:p w14:paraId="199BF44E" w14:textId="263137CE" w:rsidR="00D018DD" w:rsidRPr="00860609" w:rsidRDefault="00D018DD" w:rsidP="00D018DD">
      <w:pPr>
        <w:pStyle w:val="Heading2"/>
        <w:rPr>
          <w:lang w:val="fr-FR"/>
        </w:rPr>
      </w:pPr>
      <w:r w:rsidRPr="00860609">
        <w:rPr>
          <w:lang w:val="fr-FR"/>
        </w:rPr>
        <w:t>Question 2.4</w:t>
      </w:r>
    </w:p>
    <w:p w14:paraId="56AFEC44" w14:textId="20A52FDD" w:rsidR="00EB4EE0" w:rsidRPr="007562AA" w:rsidRDefault="00EB4EE0" w:rsidP="00EB4EE0">
      <w:pPr>
        <w:pStyle w:val="Heading2"/>
        <w:rPr>
          <w:lang w:val="fr-FR"/>
        </w:rPr>
      </w:pPr>
      <w:r w:rsidRPr="007562AA">
        <w:rPr>
          <w:lang w:val="fr-FR"/>
        </w:rPr>
        <w:t>Question 2.5</w:t>
      </w:r>
    </w:p>
    <w:p w14:paraId="2B8AF2B5" w14:textId="27BFC9F5" w:rsidR="008C4821" w:rsidRPr="007562AA" w:rsidRDefault="008C4821" w:rsidP="008C4821">
      <w:pPr>
        <w:pStyle w:val="Heading2"/>
        <w:rPr>
          <w:lang w:val="fr-FR"/>
        </w:rPr>
      </w:pPr>
      <w:r w:rsidRPr="007562AA">
        <w:rPr>
          <w:lang w:val="fr-FR"/>
        </w:rPr>
        <w:t>Question 2.6</w:t>
      </w:r>
    </w:p>
    <w:p w14:paraId="4577FE55" w14:textId="6D5C5B70" w:rsidR="000F100B" w:rsidRDefault="000F100B" w:rsidP="000F100B">
      <w:pPr>
        <w:pStyle w:val="Heading2"/>
      </w:pPr>
      <w:r w:rsidRPr="009B2220">
        <w:t xml:space="preserve">Question </w:t>
      </w:r>
      <w:r>
        <w:t>2</w:t>
      </w:r>
      <w:r w:rsidRPr="009B2220">
        <w:t>.</w:t>
      </w:r>
      <w:r>
        <w:t>7</w:t>
      </w:r>
    </w:p>
    <w:p w14:paraId="5C5953E0" w14:textId="50944C78" w:rsidR="000F100B" w:rsidRDefault="000F100B" w:rsidP="000F100B">
      <w:pPr>
        <w:pStyle w:val="Heading2"/>
      </w:pPr>
      <w:r w:rsidRPr="009B2220">
        <w:t xml:space="preserve">Question </w:t>
      </w:r>
      <w:r>
        <w:t>2</w:t>
      </w:r>
      <w:r w:rsidRPr="009B2220">
        <w:t>.</w:t>
      </w:r>
      <w:r>
        <w:t>8</w:t>
      </w:r>
    </w:p>
    <w:p w14:paraId="3927E307" w14:textId="70AFA9A9" w:rsidR="008B2515" w:rsidRPr="00D018DD" w:rsidRDefault="008B2515">
      <w:pPr>
        <w:rPr>
          <w:rFonts w:eastAsiaTheme="majorEastAsia" w:cstheme="minorHAnsi"/>
          <w:color w:val="2F5496" w:themeColor="accent1" w:themeShade="BF"/>
          <w:sz w:val="32"/>
          <w:szCs w:val="32"/>
        </w:rPr>
      </w:pPr>
    </w:p>
    <w:p w14:paraId="64E267A4" w14:textId="77777777" w:rsidR="007562AA" w:rsidRDefault="007562AA">
      <w:pPr>
        <w:rPr>
          <w:rFonts w:eastAsiaTheme="majorEastAsia" w:cstheme="minorHAnsi"/>
          <w:color w:val="2F5496" w:themeColor="accent1" w:themeShade="BF"/>
          <w:sz w:val="32"/>
          <w:szCs w:val="32"/>
        </w:rPr>
      </w:pPr>
      <w:r>
        <w:br w:type="page"/>
      </w:r>
    </w:p>
    <w:p w14:paraId="78D2A73B" w14:textId="1E0C9CA7" w:rsidR="006A1254" w:rsidRDefault="006A1254" w:rsidP="006A1254">
      <w:pPr>
        <w:pStyle w:val="Heading1"/>
      </w:pPr>
      <w:r w:rsidRPr="009B2220">
        <w:lastRenderedPageBreak/>
        <w:t xml:space="preserve">Class Task </w:t>
      </w:r>
      <w:r>
        <w:t>3</w:t>
      </w:r>
      <w:r w:rsidRPr="009B2220">
        <w:t xml:space="preserve"> – </w:t>
      </w:r>
      <w:r>
        <w:t>Impact of Cloud Services</w:t>
      </w:r>
    </w:p>
    <w:p w14:paraId="0291549F" w14:textId="77777777" w:rsidR="00822845" w:rsidRDefault="00822845"/>
    <w:p w14:paraId="1C680792" w14:textId="2F8BADC6" w:rsidR="00822845" w:rsidRDefault="00822845" w:rsidP="00822845">
      <w:pPr>
        <w:pStyle w:val="Heading2"/>
      </w:pPr>
      <w:r>
        <w:t>Q</w:t>
      </w:r>
      <w:r w:rsidRPr="009B2220">
        <w:t xml:space="preserve">uestion </w:t>
      </w:r>
      <w:r w:rsidR="00AE76C4">
        <w:t>3.1</w:t>
      </w:r>
    </w:p>
    <w:p w14:paraId="6508E40E" w14:textId="18EC8F0A" w:rsidR="00AE76C4" w:rsidRDefault="00AE76C4" w:rsidP="00AE76C4">
      <w:pPr>
        <w:pStyle w:val="Heading2"/>
      </w:pPr>
      <w:r>
        <w:t>Q</w:t>
      </w:r>
      <w:r w:rsidRPr="009B2220">
        <w:t xml:space="preserve">uestion </w:t>
      </w:r>
      <w:r>
        <w:t>3.2</w:t>
      </w:r>
    </w:p>
    <w:p w14:paraId="5549C9DC" w14:textId="7334B0AD" w:rsidR="00AE76C4" w:rsidRDefault="00AE76C4" w:rsidP="00AE76C4">
      <w:pPr>
        <w:pStyle w:val="Heading2"/>
      </w:pPr>
      <w:r>
        <w:t>Q</w:t>
      </w:r>
      <w:r w:rsidRPr="009B2220">
        <w:t xml:space="preserve">uestion </w:t>
      </w:r>
      <w:r>
        <w:t>3.3</w:t>
      </w:r>
    </w:p>
    <w:p w14:paraId="69CEAC1F" w14:textId="1164FB3A" w:rsidR="00AE76C4" w:rsidRPr="00AE76C4" w:rsidRDefault="00AE76C4" w:rsidP="00AE76C4">
      <w:pPr>
        <w:pStyle w:val="Heading2"/>
      </w:pPr>
      <w:r>
        <w:t>Q</w:t>
      </w:r>
      <w:r w:rsidRPr="009B2220">
        <w:t xml:space="preserve">uestion </w:t>
      </w:r>
      <w:r>
        <w:t>3.4</w:t>
      </w:r>
    </w:p>
    <w:p w14:paraId="651F6625" w14:textId="56558BF5" w:rsidR="00822845" w:rsidRPr="009B2220" w:rsidRDefault="00822845" w:rsidP="00822845"/>
    <w:p w14:paraId="009E971A" w14:textId="77777777" w:rsidR="00822845" w:rsidRPr="009B2220" w:rsidRDefault="00822845" w:rsidP="00822845"/>
    <w:p w14:paraId="5F176502" w14:textId="77777777" w:rsidR="00822845" w:rsidRPr="009B2220" w:rsidRDefault="00822845" w:rsidP="00822845">
      <w:pPr>
        <w:rPr>
          <w:b/>
          <w:bCs/>
          <w:i/>
          <w:iCs/>
        </w:rPr>
      </w:pPr>
    </w:p>
    <w:p w14:paraId="7660C0D5" w14:textId="1B82C376" w:rsidR="006A1254" w:rsidRDefault="006A1254">
      <w:pPr>
        <w:rPr>
          <w:rFonts w:eastAsiaTheme="majorEastAsia" w:cstheme="minorHAnsi"/>
          <w:color w:val="2F5496" w:themeColor="accent1" w:themeShade="BF"/>
          <w:sz w:val="32"/>
          <w:szCs w:val="32"/>
        </w:rPr>
      </w:pPr>
      <w:r>
        <w:br w:type="page"/>
      </w:r>
    </w:p>
    <w:p w14:paraId="6F74E734" w14:textId="0A3034A8" w:rsidR="00E85DBE" w:rsidRDefault="00546C95" w:rsidP="00546C95">
      <w:pPr>
        <w:pStyle w:val="Heading1"/>
      </w:pPr>
      <w:r w:rsidRPr="0019486C">
        <w:lastRenderedPageBreak/>
        <w:t xml:space="preserve">Exam Style Questions </w:t>
      </w:r>
    </w:p>
    <w:p w14:paraId="785C480E" w14:textId="77777777" w:rsidR="004B568F" w:rsidRDefault="004B568F" w:rsidP="004B568F"/>
    <w:p w14:paraId="7977EA2C" w14:textId="4B540457" w:rsidR="00E013B7" w:rsidRPr="009B2220" w:rsidRDefault="00E013B7" w:rsidP="00B0316C">
      <w:pPr>
        <w:pStyle w:val="Heading2"/>
      </w:pPr>
      <w:r w:rsidRPr="009B2220">
        <w:t xml:space="preserve">Question 1 </w:t>
      </w:r>
    </w:p>
    <w:p w14:paraId="11B9EC48" w14:textId="77777777" w:rsidR="00514D98" w:rsidRPr="009B2220" w:rsidRDefault="00514D98" w:rsidP="00514D98"/>
    <w:p w14:paraId="256E1F67" w14:textId="266A9E99" w:rsidR="00514D98" w:rsidRPr="009B2220" w:rsidRDefault="00860609" w:rsidP="00514D98">
      <w:r>
        <w:t>Explain</w:t>
      </w:r>
      <w:r w:rsidR="004E1615">
        <w:t xml:space="preserve"> </w:t>
      </w:r>
      <w:r w:rsidR="009751F8">
        <w:rPr>
          <w:b/>
          <w:bCs/>
          <w:i/>
          <w:iCs/>
        </w:rPr>
        <w:t>two</w:t>
      </w:r>
      <w:r w:rsidR="0019486C">
        <w:t xml:space="preserve"> advantages of cloud storage for a business</w:t>
      </w:r>
      <w:r w:rsidR="00514D98" w:rsidRPr="009B2220">
        <w:t>? (</w:t>
      </w:r>
      <w:r w:rsidR="00AB5C1A">
        <w:rPr>
          <w:b/>
          <w:bCs/>
          <w:i/>
          <w:iCs/>
        </w:rPr>
        <w:t>4</w:t>
      </w:r>
      <w:r w:rsidR="00514D98" w:rsidRPr="009B2220">
        <w:rPr>
          <w:b/>
          <w:bCs/>
          <w:i/>
          <w:iCs/>
        </w:rPr>
        <w:t xml:space="preserve"> marks</w:t>
      </w:r>
      <w:r w:rsidR="00514D98" w:rsidRPr="009B2220">
        <w:t>)</w:t>
      </w:r>
    </w:p>
    <w:p w14:paraId="397A2065" w14:textId="77777777" w:rsidR="00514D98" w:rsidRPr="009B2220" w:rsidRDefault="00514D98" w:rsidP="00514D98"/>
    <w:tbl>
      <w:tblPr>
        <w:tblStyle w:val="TableGrid"/>
        <w:tblW w:w="0" w:type="auto"/>
        <w:tblLook w:val="04A0" w:firstRow="1" w:lastRow="0" w:firstColumn="1" w:lastColumn="0" w:noHBand="0" w:noVBand="1"/>
      </w:tblPr>
      <w:tblGrid>
        <w:gridCol w:w="7508"/>
        <w:gridCol w:w="1508"/>
      </w:tblGrid>
      <w:tr w:rsidR="00514D98" w:rsidRPr="009B2220" w14:paraId="1C7B725A" w14:textId="77777777" w:rsidTr="00197EAB">
        <w:trPr>
          <w:trHeight w:val="570"/>
        </w:trPr>
        <w:tc>
          <w:tcPr>
            <w:tcW w:w="7508" w:type="dxa"/>
            <w:shd w:val="clear" w:color="auto" w:fill="BFBFBF" w:themeFill="background1" w:themeFillShade="BF"/>
          </w:tcPr>
          <w:p w14:paraId="0CB78704" w14:textId="77777777" w:rsidR="00514D98" w:rsidRPr="009B2220" w:rsidRDefault="00514D98" w:rsidP="00197EAB">
            <w:pPr>
              <w:rPr>
                <w:b/>
                <w:bCs/>
              </w:rPr>
            </w:pPr>
            <w:r w:rsidRPr="009B2220">
              <w:rPr>
                <w:b/>
                <w:bCs/>
              </w:rPr>
              <w:t>Answer</w:t>
            </w:r>
          </w:p>
        </w:tc>
        <w:tc>
          <w:tcPr>
            <w:tcW w:w="1508" w:type="dxa"/>
            <w:shd w:val="clear" w:color="auto" w:fill="BFBFBF" w:themeFill="background1" w:themeFillShade="BF"/>
          </w:tcPr>
          <w:p w14:paraId="77C35AB3" w14:textId="77777777" w:rsidR="00514D98" w:rsidRPr="009B2220" w:rsidRDefault="00514D98" w:rsidP="00197EAB">
            <w:pPr>
              <w:rPr>
                <w:b/>
                <w:bCs/>
              </w:rPr>
            </w:pPr>
            <w:r w:rsidRPr="009B2220">
              <w:rPr>
                <w:b/>
                <w:bCs/>
              </w:rPr>
              <w:t>Mark</w:t>
            </w:r>
          </w:p>
        </w:tc>
      </w:tr>
      <w:tr w:rsidR="00514D98" w:rsidRPr="009B2220" w14:paraId="7C36834C" w14:textId="77777777" w:rsidTr="00197EAB">
        <w:trPr>
          <w:trHeight w:val="2290"/>
        </w:trPr>
        <w:tc>
          <w:tcPr>
            <w:tcW w:w="7508" w:type="dxa"/>
          </w:tcPr>
          <w:p w14:paraId="73DC56B0" w14:textId="77777777" w:rsidR="00564666" w:rsidRPr="009B2220" w:rsidRDefault="00564666" w:rsidP="00564666">
            <w:pPr>
              <w:pStyle w:val="Default"/>
              <w:rPr>
                <w:rFonts w:ascii="Candara" w:hAnsi="Candara"/>
                <w:sz w:val="22"/>
                <w:szCs w:val="22"/>
              </w:rPr>
            </w:pPr>
            <w:r w:rsidRPr="009B2220">
              <w:rPr>
                <w:rFonts w:ascii="Candara" w:hAnsi="Candara"/>
                <w:sz w:val="22"/>
                <w:szCs w:val="22"/>
              </w:rPr>
              <w:t xml:space="preserve">Award </w:t>
            </w:r>
            <w:r w:rsidRPr="009B2220">
              <w:rPr>
                <w:rFonts w:ascii="Candara" w:hAnsi="Candara"/>
                <w:b/>
                <w:bCs/>
                <w:sz w:val="22"/>
                <w:szCs w:val="22"/>
              </w:rPr>
              <w:t>one</w:t>
            </w:r>
            <w:r w:rsidRPr="009B2220">
              <w:rPr>
                <w:rFonts w:ascii="Candara" w:hAnsi="Candara"/>
                <w:sz w:val="22"/>
                <w:szCs w:val="22"/>
              </w:rPr>
              <w:t xml:space="preserve"> mark for identification and </w:t>
            </w:r>
            <w:r w:rsidRPr="009B2220">
              <w:rPr>
                <w:rFonts w:ascii="Candara" w:hAnsi="Candara"/>
                <w:b/>
                <w:bCs/>
                <w:sz w:val="22"/>
                <w:szCs w:val="22"/>
              </w:rPr>
              <w:t>one</w:t>
            </w:r>
            <w:r w:rsidRPr="009B2220">
              <w:rPr>
                <w:rFonts w:ascii="Candara" w:hAnsi="Candara"/>
                <w:sz w:val="22"/>
                <w:szCs w:val="22"/>
              </w:rPr>
              <w:t xml:space="preserve"> mark for an appropriate linked explanation/expansion up to a </w:t>
            </w:r>
            <w:r w:rsidRPr="009B2220">
              <w:rPr>
                <w:rFonts w:ascii="Candara" w:hAnsi="Candara"/>
                <w:b/>
                <w:bCs/>
                <w:sz w:val="22"/>
                <w:szCs w:val="22"/>
              </w:rPr>
              <w:t xml:space="preserve">maximum of </w:t>
            </w:r>
            <w:r>
              <w:rPr>
                <w:rFonts w:ascii="Candara" w:hAnsi="Candara"/>
                <w:b/>
                <w:bCs/>
                <w:sz w:val="22"/>
                <w:szCs w:val="22"/>
              </w:rPr>
              <w:t>four</w:t>
            </w:r>
            <w:r w:rsidRPr="009B2220">
              <w:rPr>
                <w:rFonts w:ascii="Candara" w:hAnsi="Candara"/>
                <w:b/>
                <w:bCs/>
                <w:sz w:val="22"/>
                <w:szCs w:val="22"/>
              </w:rPr>
              <w:t xml:space="preserve"> marks</w:t>
            </w:r>
            <w:r w:rsidRPr="009B2220">
              <w:rPr>
                <w:rFonts w:ascii="Candara" w:hAnsi="Candara"/>
                <w:sz w:val="22"/>
                <w:szCs w:val="22"/>
              </w:rPr>
              <w:t xml:space="preserve">. </w:t>
            </w:r>
          </w:p>
          <w:p w14:paraId="64E45A9F" w14:textId="77777777" w:rsidR="00514D98" w:rsidRPr="009B2220" w:rsidRDefault="00514D98" w:rsidP="00197EAB"/>
          <w:p w14:paraId="276BE515" w14:textId="6C3F7477" w:rsidR="008B3403" w:rsidRDefault="00573A07" w:rsidP="00FF1751">
            <w:pPr>
              <w:pStyle w:val="ListParagraph"/>
              <w:numPr>
                <w:ilvl w:val="0"/>
                <w:numId w:val="16"/>
              </w:numPr>
            </w:pPr>
            <w:r>
              <w:t xml:space="preserve">The business will be able to save money / (1) because there is less need (to purchase) </w:t>
            </w:r>
            <w:r w:rsidR="00AB5C1A">
              <w:t>storage servers</w:t>
            </w:r>
            <w:r>
              <w:t xml:space="preserve"> (1)</w:t>
            </w:r>
          </w:p>
          <w:p w14:paraId="26870039" w14:textId="2706E23A" w:rsidR="00573A07" w:rsidRDefault="0096731A" w:rsidP="00FF1751">
            <w:pPr>
              <w:pStyle w:val="ListParagraph"/>
              <w:numPr>
                <w:ilvl w:val="0"/>
                <w:numId w:val="16"/>
              </w:numPr>
            </w:pPr>
            <w:r>
              <w:t>It will support remote working / hybrid working / working from home (1)  because resources can be accessed from anywhere (where there is an internet connection) (1)</w:t>
            </w:r>
          </w:p>
          <w:p w14:paraId="2CDC1895" w14:textId="4CB58F18" w:rsidR="006B5BAB" w:rsidRDefault="006B5BAB" w:rsidP="006B5BAB">
            <w:pPr>
              <w:pStyle w:val="ListParagraph"/>
              <w:numPr>
                <w:ilvl w:val="0"/>
                <w:numId w:val="16"/>
              </w:numPr>
            </w:pPr>
            <w:r>
              <w:t>The business will be able to save money (1) because smaller capacity</w:t>
            </w:r>
            <w:r w:rsidR="00780622">
              <w:t xml:space="preserve"> </w:t>
            </w:r>
            <w:r>
              <w:t>devices</w:t>
            </w:r>
            <w:r w:rsidR="00AB5C1A">
              <w:t xml:space="preserve"> are required</w:t>
            </w:r>
            <w:r>
              <w:t xml:space="preserve"> for their employees</w:t>
            </w:r>
            <w:r w:rsidR="00780622">
              <w:t xml:space="preserve"> </w:t>
            </w:r>
            <w:r>
              <w:t xml:space="preserve"> (1)</w:t>
            </w:r>
          </w:p>
          <w:p w14:paraId="4323DA79" w14:textId="320C7B89" w:rsidR="00FF5371" w:rsidRDefault="00FF5371" w:rsidP="00FF5371">
            <w:pPr>
              <w:pStyle w:val="ListParagraph"/>
              <w:numPr>
                <w:ilvl w:val="0"/>
                <w:numId w:val="16"/>
              </w:numPr>
            </w:pPr>
            <w:r>
              <w:t xml:space="preserve">The business will be able to reduce their carbon footprint / save money on energy costs (1) because </w:t>
            </w:r>
            <w:r w:rsidR="00EF6E6B">
              <w:t>fewer</w:t>
            </w:r>
            <w:r w:rsidR="00D51D3D">
              <w:t xml:space="preserve"> data</w:t>
            </w:r>
            <w:r>
              <w:t xml:space="preserve"> servers will require power and cooling </w:t>
            </w:r>
            <w:r w:rsidR="00EF6E6B">
              <w:t>(locally)</w:t>
            </w:r>
            <w:r>
              <w:t xml:space="preserve">  (1)</w:t>
            </w:r>
          </w:p>
          <w:p w14:paraId="7790208D" w14:textId="78A095C3" w:rsidR="0096731A" w:rsidRPr="009B2220" w:rsidRDefault="00CF5C91" w:rsidP="00D51D3D">
            <w:pPr>
              <w:pStyle w:val="ListParagraph"/>
              <w:numPr>
                <w:ilvl w:val="0"/>
                <w:numId w:val="16"/>
              </w:numPr>
            </w:pPr>
            <w:r>
              <w:t>The business should have more reliable or robust data (1) because all backups should happen automatically</w:t>
            </w:r>
            <w:r w:rsidR="00AB5C1A">
              <w:t xml:space="preserve"> (1)</w:t>
            </w:r>
          </w:p>
          <w:p w14:paraId="0252087C" w14:textId="77777777" w:rsidR="00514D98" w:rsidRPr="009B2220" w:rsidRDefault="00514D98" w:rsidP="00197EAB"/>
          <w:p w14:paraId="720312EF" w14:textId="35D36BD4" w:rsidR="00514D98" w:rsidRPr="009B2220" w:rsidRDefault="009A6B95" w:rsidP="00FF1751">
            <w:r w:rsidRPr="000C7E9B">
              <w:rPr>
                <w:b/>
                <w:bCs/>
              </w:rPr>
              <w:t>Accept any other appropriate/alternative response</w:t>
            </w:r>
            <w:r>
              <w:t xml:space="preserve"> </w:t>
            </w:r>
          </w:p>
        </w:tc>
        <w:tc>
          <w:tcPr>
            <w:tcW w:w="1508" w:type="dxa"/>
          </w:tcPr>
          <w:p w14:paraId="7AFA413F" w14:textId="77777777" w:rsidR="00514D98" w:rsidRPr="009B2220" w:rsidRDefault="00514D98" w:rsidP="00197EAB"/>
          <w:p w14:paraId="6DA619C6" w14:textId="77777777" w:rsidR="00514D98" w:rsidRPr="009B2220" w:rsidRDefault="00514D98" w:rsidP="00197EAB"/>
          <w:p w14:paraId="1837C5EE" w14:textId="77777777" w:rsidR="00514D98" w:rsidRPr="009B2220" w:rsidRDefault="00514D98" w:rsidP="00197EAB"/>
          <w:p w14:paraId="2EB0FED3" w14:textId="77777777" w:rsidR="00514D98" w:rsidRPr="009B2220" w:rsidRDefault="00514D98" w:rsidP="00197EAB"/>
          <w:p w14:paraId="572CA371" w14:textId="77777777" w:rsidR="00514D98" w:rsidRPr="009B2220" w:rsidRDefault="00514D98" w:rsidP="00197EAB"/>
          <w:p w14:paraId="66870821" w14:textId="77777777" w:rsidR="00514D98" w:rsidRPr="009B2220" w:rsidRDefault="00514D98" w:rsidP="00197EAB"/>
          <w:p w14:paraId="654FD146" w14:textId="77777777" w:rsidR="00514D98" w:rsidRPr="009B2220" w:rsidRDefault="00514D98" w:rsidP="00197EAB"/>
          <w:p w14:paraId="421C4ADD" w14:textId="77777777" w:rsidR="00514D98" w:rsidRPr="009B2220" w:rsidRDefault="00514D98" w:rsidP="00197EAB"/>
          <w:p w14:paraId="5270D15B" w14:textId="77777777" w:rsidR="00514D98" w:rsidRPr="009B2220" w:rsidRDefault="00514D98" w:rsidP="00197EAB"/>
          <w:p w14:paraId="5A3AA5AB" w14:textId="77777777" w:rsidR="00F3556C" w:rsidRPr="009B2220" w:rsidRDefault="00F3556C" w:rsidP="00197EAB"/>
          <w:p w14:paraId="70DDE46B" w14:textId="77777777" w:rsidR="00F3556C" w:rsidRPr="009B2220" w:rsidRDefault="00F3556C" w:rsidP="00197EAB"/>
          <w:p w14:paraId="4F139882" w14:textId="77777777" w:rsidR="00F3556C" w:rsidRDefault="00F3556C" w:rsidP="00197EAB"/>
          <w:p w14:paraId="2C809181" w14:textId="77777777" w:rsidR="00CF5C91" w:rsidRDefault="00CF5C91" w:rsidP="00197EAB"/>
          <w:p w14:paraId="440DC3B5" w14:textId="77777777" w:rsidR="00CF5C91" w:rsidRDefault="00CF5C91" w:rsidP="00197EAB"/>
          <w:p w14:paraId="79F744D2" w14:textId="77777777" w:rsidR="00CF5C91" w:rsidRDefault="00CF5C91" w:rsidP="00197EAB"/>
          <w:p w14:paraId="4D1C7E6D" w14:textId="77777777" w:rsidR="00514D98" w:rsidRPr="009B2220" w:rsidRDefault="00514D98" w:rsidP="00197EAB">
            <w:pPr>
              <w:rPr>
                <w:b/>
                <w:bCs/>
              </w:rPr>
            </w:pPr>
          </w:p>
          <w:p w14:paraId="67CC43F5" w14:textId="77777777" w:rsidR="00514D98" w:rsidRDefault="00514D98" w:rsidP="00197EAB">
            <w:pPr>
              <w:rPr>
                <w:b/>
                <w:bCs/>
              </w:rPr>
            </w:pPr>
            <w:r w:rsidRPr="009B2220">
              <w:rPr>
                <w:b/>
                <w:bCs/>
              </w:rPr>
              <w:t>(</w:t>
            </w:r>
            <w:r w:rsidR="00AB5C1A">
              <w:rPr>
                <w:b/>
                <w:bCs/>
              </w:rPr>
              <w:t>4</w:t>
            </w:r>
            <w:r w:rsidRPr="009B2220">
              <w:rPr>
                <w:b/>
                <w:bCs/>
              </w:rPr>
              <w:t>)</w:t>
            </w:r>
          </w:p>
          <w:p w14:paraId="5B08D093" w14:textId="3D6932E0" w:rsidR="009A6B95" w:rsidRPr="009B2220" w:rsidRDefault="009A6B95" w:rsidP="00197EAB">
            <w:pPr>
              <w:rPr>
                <w:b/>
                <w:bCs/>
              </w:rPr>
            </w:pPr>
          </w:p>
        </w:tc>
      </w:tr>
    </w:tbl>
    <w:p w14:paraId="13297F1F" w14:textId="77777777" w:rsidR="00487651" w:rsidRPr="009B2220" w:rsidRDefault="00487651" w:rsidP="00E013B7"/>
    <w:p w14:paraId="7C2F5BE1" w14:textId="77777777" w:rsidR="002D2085" w:rsidRPr="009B2220" w:rsidRDefault="002D2085" w:rsidP="00E013B7"/>
    <w:p w14:paraId="459FC982" w14:textId="77777777" w:rsidR="002D2085" w:rsidRPr="009B2220" w:rsidRDefault="002D2085" w:rsidP="00E013B7"/>
    <w:p w14:paraId="4D01FED5" w14:textId="77777777" w:rsidR="00487651" w:rsidRPr="009B2220" w:rsidRDefault="00487651" w:rsidP="00E013B7"/>
    <w:p w14:paraId="431C55F1" w14:textId="77777777" w:rsidR="00E361ED" w:rsidRPr="009B2220" w:rsidRDefault="00E361ED">
      <w:pPr>
        <w:rPr>
          <w:rFonts w:eastAsiaTheme="majorEastAsia" w:cstheme="majorBidi"/>
          <w:color w:val="2F5496" w:themeColor="accent1" w:themeShade="BF"/>
          <w:sz w:val="26"/>
          <w:szCs w:val="26"/>
        </w:rPr>
      </w:pPr>
      <w:r w:rsidRPr="009B2220">
        <w:br w:type="page"/>
      </w:r>
    </w:p>
    <w:p w14:paraId="5B18ACB5" w14:textId="2421E35E" w:rsidR="00A273DB" w:rsidRPr="009B2220" w:rsidRDefault="006D4687" w:rsidP="00B0316C">
      <w:pPr>
        <w:pStyle w:val="Heading2"/>
      </w:pPr>
      <w:r w:rsidRPr="009B2220">
        <w:lastRenderedPageBreak/>
        <w:t>Q</w:t>
      </w:r>
      <w:r w:rsidR="00A273DB" w:rsidRPr="009B2220">
        <w:t xml:space="preserve">uestion </w:t>
      </w:r>
      <w:r w:rsidR="00DF41CC" w:rsidRPr="009B2220">
        <w:t>2</w:t>
      </w:r>
    </w:p>
    <w:p w14:paraId="5B180105" w14:textId="77777777" w:rsidR="008319FD" w:rsidRPr="009B2220" w:rsidRDefault="008319FD" w:rsidP="008319FD"/>
    <w:p w14:paraId="7C2D0E9F" w14:textId="09040B5A" w:rsidR="00514D98" w:rsidRPr="009B2220" w:rsidRDefault="001D4576" w:rsidP="00514D98">
      <w:r>
        <w:t>Explain</w:t>
      </w:r>
      <w:r w:rsidR="00514D98" w:rsidRPr="009B2220">
        <w:t xml:space="preserve"> what is meant </w:t>
      </w:r>
      <w:r w:rsidR="0048117B" w:rsidRPr="005E729B">
        <w:rPr>
          <w:i/>
          <w:iCs/>
        </w:rPr>
        <w:t>Cloud Storage with local synchronisation</w:t>
      </w:r>
      <w:r w:rsidR="00624878">
        <w:t xml:space="preserve"> and </w:t>
      </w:r>
      <w:r w:rsidR="00F84C70">
        <w:t>how this can benefit a business.</w:t>
      </w:r>
      <w:r w:rsidR="00514D98" w:rsidRPr="009B2220">
        <w:t xml:space="preserve"> (</w:t>
      </w:r>
      <w:r w:rsidR="005D6D93" w:rsidRPr="009B2220">
        <w:rPr>
          <w:b/>
          <w:bCs/>
          <w:i/>
          <w:iCs/>
        </w:rPr>
        <w:t>4</w:t>
      </w:r>
      <w:r w:rsidR="00514D98" w:rsidRPr="009B2220">
        <w:rPr>
          <w:b/>
          <w:bCs/>
          <w:i/>
          <w:iCs/>
        </w:rPr>
        <w:t xml:space="preserve"> marks</w:t>
      </w:r>
      <w:r w:rsidR="00514D98" w:rsidRPr="009B2220">
        <w:t>)</w:t>
      </w:r>
    </w:p>
    <w:p w14:paraId="23202E5D" w14:textId="77777777" w:rsidR="00514D98" w:rsidRPr="009B2220" w:rsidRDefault="00514D98" w:rsidP="00514D98"/>
    <w:tbl>
      <w:tblPr>
        <w:tblStyle w:val="TableGrid"/>
        <w:tblW w:w="0" w:type="auto"/>
        <w:tblLook w:val="04A0" w:firstRow="1" w:lastRow="0" w:firstColumn="1" w:lastColumn="0" w:noHBand="0" w:noVBand="1"/>
      </w:tblPr>
      <w:tblGrid>
        <w:gridCol w:w="7508"/>
        <w:gridCol w:w="1508"/>
      </w:tblGrid>
      <w:tr w:rsidR="00514D98" w:rsidRPr="009B2220" w14:paraId="76EF0B0A" w14:textId="77777777" w:rsidTr="00197EAB">
        <w:trPr>
          <w:trHeight w:val="570"/>
        </w:trPr>
        <w:tc>
          <w:tcPr>
            <w:tcW w:w="7508" w:type="dxa"/>
            <w:shd w:val="clear" w:color="auto" w:fill="BFBFBF" w:themeFill="background1" w:themeFillShade="BF"/>
          </w:tcPr>
          <w:p w14:paraId="6796D3C8" w14:textId="77777777" w:rsidR="00514D98" w:rsidRPr="009B2220" w:rsidRDefault="00514D98" w:rsidP="00197EAB">
            <w:pPr>
              <w:rPr>
                <w:b/>
                <w:bCs/>
              </w:rPr>
            </w:pPr>
            <w:r w:rsidRPr="009B2220">
              <w:rPr>
                <w:b/>
                <w:bCs/>
              </w:rPr>
              <w:t>Answer</w:t>
            </w:r>
          </w:p>
        </w:tc>
        <w:tc>
          <w:tcPr>
            <w:tcW w:w="1508" w:type="dxa"/>
            <w:shd w:val="clear" w:color="auto" w:fill="BFBFBF" w:themeFill="background1" w:themeFillShade="BF"/>
          </w:tcPr>
          <w:p w14:paraId="2047A0C3" w14:textId="77777777" w:rsidR="00514D98" w:rsidRPr="009B2220" w:rsidRDefault="00514D98" w:rsidP="00197EAB">
            <w:pPr>
              <w:rPr>
                <w:b/>
                <w:bCs/>
              </w:rPr>
            </w:pPr>
            <w:r w:rsidRPr="009B2220">
              <w:rPr>
                <w:b/>
                <w:bCs/>
              </w:rPr>
              <w:t>Mark</w:t>
            </w:r>
          </w:p>
        </w:tc>
      </w:tr>
      <w:tr w:rsidR="00514D98" w:rsidRPr="009B2220" w14:paraId="1AC52F8E" w14:textId="77777777" w:rsidTr="00197EAB">
        <w:trPr>
          <w:trHeight w:val="2290"/>
        </w:trPr>
        <w:tc>
          <w:tcPr>
            <w:tcW w:w="7508" w:type="dxa"/>
          </w:tcPr>
          <w:p w14:paraId="3C938385" w14:textId="4D30BF7B" w:rsidR="002C32E0" w:rsidRPr="00517D4C" w:rsidRDefault="002C32E0" w:rsidP="002C32E0">
            <w:pPr>
              <w:pStyle w:val="Default"/>
              <w:rPr>
                <w:rFonts w:ascii="Candara" w:hAnsi="Candara"/>
                <w:sz w:val="22"/>
                <w:szCs w:val="22"/>
              </w:rPr>
            </w:pPr>
            <w:r w:rsidRPr="00517D4C">
              <w:rPr>
                <w:rFonts w:ascii="Candara" w:hAnsi="Candara"/>
                <w:sz w:val="22"/>
                <w:szCs w:val="22"/>
              </w:rPr>
              <w:t xml:space="preserve">Award </w:t>
            </w:r>
            <w:r w:rsidRPr="00517D4C">
              <w:rPr>
                <w:rFonts w:ascii="Candara" w:hAnsi="Candara"/>
                <w:b/>
                <w:bCs/>
                <w:sz w:val="22"/>
                <w:szCs w:val="22"/>
              </w:rPr>
              <w:t>one</w:t>
            </w:r>
            <w:r w:rsidRPr="00517D4C">
              <w:rPr>
                <w:rFonts w:ascii="Candara" w:hAnsi="Candara"/>
                <w:sz w:val="22"/>
                <w:szCs w:val="22"/>
              </w:rPr>
              <w:t xml:space="preserve"> mark for identification and </w:t>
            </w:r>
            <w:r w:rsidRPr="00517D4C">
              <w:rPr>
                <w:rFonts w:ascii="Candara" w:hAnsi="Candara"/>
                <w:b/>
                <w:bCs/>
                <w:sz w:val="22"/>
                <w:szCs w:val="22"/>
              </w:rPr>
              <w:t>one</w:t>
            </w:r>
            <w:r w:rsidRPr="00517D4C">
              <w:rPr>
                <w:rFonts w:ascii="Candara" w:hAnsi="Candara"/>
                <w:sz w:val="22"/>
                <w:szCs w:val="22"/>
              </w:rPr>
              <w:t xml:space="preserve"> mark for an appropriate linked explanation/expansion</w:t>
            </w:r>
            <w:r>
              <w:rPr>
                <w:rFonts w:ascii="Candara" w:hAnsi="Candara"/>
                <w:sz w:val="22"/>
                <w:szCs w:val="22"/>
              </w:rPr>
              <w:t xml:space="preserve"> for a description and a benefit</w:t>
            </w:r>
            <w:r w:rsidRPr="00517D4C">
              <w:rPr>
                <w:rFonts w:ascii="Candara" w:hAnsi="Candara"/>
                <w:sz w:val="22"/>
                <w:szCs w:val="22"/>
              </w:rPr>
              <w:t xml:space="preserve"> up to a </w:t>
            </w:r>
            <w:r w:rsidRPr="00517D4C">
              <w:rPr>
                <w:rFonts w:ascii="Candara" w:hAnsi="Candara"/>
                <w:b/>
                <w:bCs/>
                <w:sz w:val="22"/>
                <w:szCs w:val="22"/>
              </w:rPr>
              <w:t xml:space="preserve">maximum of </w:t>
            </w:r>
            <w:r>
              <w:rPr>
                <w:rFonts w:ascii="Candara" w:hAnsi="Candara"/>
                <w:b/>
                <w:bCs/>
                <w:sz w:val="22"/>
                <w:szCs w:val="22"/>
              </w:rPr>
              <w:t>four</w:t>
            </w:r>
            <w:r w:rsidRPr="00517D4C">
              <w:rPr>
                <w:rFonts w:ascii="Candara" w:hAnsi="Candara"/>
                <w:b/>
                <w:bCs/>
                <w:sz w:val="22"/>
                <w:szCs w:val="22"/>
              </w:rPr>
              <w:t xml:space="preserve"> marks</w:t>
            </w:r>
            <w:r w:rsidRPr="00517D4C">
              <w:rPr>
                <w:rFonts w:ascii="Candara" w:hAnsi="Candara"/>
                <w:sz w:val="22"/>
                <w:szCs w:val="22"/>
              </w:rPr>
              <w:t xml:space="preserve">. </w:t>
            </w:r>
          </w:p>
          <w:p w14:paraId="265EFD68" w14:textId="77777777" w:rsidR="00514D98" w:rsidRDefault="00514D98" w:rsidP="00197EAB"/>
          <w:p w14:paraId="0C9ADB98" w14:textId="448AB515" w:rsidR="001471A9" w:rsidRPr="00D954C3" w:rsidRDefault="001471A9" w:rsidP="00197EAB">
            <w:pPr>
              <w:rPr>
                <w:b/>
                <w:bCs/>
              </w:rPr>
            </w:pPr>
            <w:r w:rsidRPr="00D954C3">
              <w:rPr>
                <w:b/>
                <w:bCs/>
              </w:rPr>
              <w:t>Description</w:t>
            </w:r>
          </w:p>
          <w:p w14:paraId="13688C3C" w14:textId="77777777" w:rsidR="001471A9" w:rsidRDefault="001471A9" w:rsidP="00197EAB"/>
          <w:p w14:paraId="2852B927" w14:textId="7AA84056" w:rsidR="00160F80" w:rsidRDefault="00160F80" w:rsidP="00197EAB">
            <w:r>
              <w:t>Cloud storage is where a</w:t>
            </w:r>
            <w:r w:rsidR="007F30FB">
              <w:t xml:space="preserve"> copy of the (organisation’s) data (1) is kept on the local machine (1)</w:t>
            </w:r>
            <w:r w:rsidR="00D954C3">
              <w:t xml:space="preserve"> and then changes are copied to the cloud (1)</w:t>
            </w:r>
          </w:p>
          <w:p w14:paraId="0B6E3F92" w14:textId="77777777" w:rsidR="001471A9" w:rsidRDefault="001471A9" w:rsidP="00197EAB"/>
          <w:p w14:paraId="77255B59" w14:textId="45FBF45C" w:rsidR="001471A9" w:rsidRPr="00D954C3" w:rsidRDefault="001471A9" w:rsidP="00197EAB">
            <w:pPr>
              <w:rPr>
                <w:b/>
                <w:bCs/>
              </w:rPr>
            </w:pPr>
            <w:r w:rsidRPr="00D954C3">
              <w:rPr>
                <w:b/>
                <w:bCs/>
              </w:rPr>
              <w:t>Benefits</w:t>
            </w:r>
          </w:p>
          <w:p w14:paraId="592F660D" w14:textId="77777777" w:rsidR="001471A9" w:rsidRPr="009B2220" w:rsidRDefault="001471A9" w:rsidP="00197EAB"/>
          <w:p w14:paraId="2FAA1072" w14:textId="725F49DC" w:rsidR="00514D98" w:rsidRDefault="005E729B" w:rsidP="002C32E0">
            <w:pPr>
              <w:pStyle w:val="ListParagraph"/>
              <w:numPr>
                <w:ilvl w:val="0"/>
                <w:numId w:val="45"/>
              </w:numPr>
            </w:pPr>
            <w:r>
              <w:t>In non-synchronised storage if the internet connection fails (1) and organisation will lose all access to its data (1)</w:t>
            </w:r>
          </w:p>
          <w:p w14:paraId="5EC306DA" w14:textId="783A1564" w:rsidR="005E729B" w:rsidRDefault="005E729B" w:rsidP="002C32E0">
            <w:pPr>
              <w:pStyle w:val="ListParagraph"/>
              <w:numPr>
                <w:ilvl w:val="0"/>
                <w:numId w:val="45"/>
              </w:numPr>
            </w:pPr>
            <w:r>
              <w:t>In synchronised storage if an internet connection fails (1) an organisation can still access it’s data locally / keep working (1)</w:t>
            </w:r>
          </w:p>
          <w:p w14:paraId="11503E58" w14:textId="6285BA35" w:rsidR="005E729B" w:rsidRDefault="005E729B" w:rsidP="002C32E0">
            <w:pPr>
              <w:pStyle w:val="ListParagraph"/>
              <w:numPr>
                <w:ilvl w:val="0"/>
                <w:numId w:val="45"/>
              </w:numPr>
            </w:pPr>
            <w:r>
              <w:t>When the internet connection is restored (1) the changes are copied / synchronised back to the cloud (1)</w:t>
            </w:r>
          </w:p>
          <w:p w14:paraId="172B1D6D" w14:textId="77777777" w:rsidR="00D954C3" w:rsidRDefault="00D954C3" w:rsidP="00197EAB"/>
          <w:p w14:paraId="426E7B54" w14:textId="77777777" w:rsidR="004D0236" w:rsidRPr="004D0236" w:rsidRDefault="004D0236" w:rsidP="004D0236">
            <w:pPr>
              <w:rPr>
                <w:b/>
                <w:bCs/>
              </w:rPr>
            </w:pPr>
            <w:r w:rsidRPr="004D0236">
              <w:rPr>
                <w:b/>
                <w:bCs/>
              </w:rPr>
              <w:t>To gain the marks, candidates must have the concept of a copy of the data is kept on the local machine.</w:t>
            </w:r>
          </w:p>
          <w:p w14:paraId="2A45B6CA" w14:textId="77777777" w:rsidR="00514D98" w:rsidRPr="009B2220" w:rsidRDefault="00514D98" w:rsidP="00197EAB"/>
          <w:p w14:paraId="4E34F643" w14:textId="0C4DE4B6" w:rsidR="00514D98" w:rsidRPr="009B2220" w:rsidRDefault="009A6B95" w:rsidP="004D0236">
            <w:r w:rsidRPr="000C7E9B">
              <w:rPr>
                <w:b/>
                <w:bCs/>
              </w:rPr>
              <w:t>Accept any other appropriate/alternative response</w:t>
            </w:r>
            <w:r>
              <w:t xml:space="preserve"> </w:t>
            </w:r>
          </w:p>
        </w:tc>
        <w:tc>
          <w:tcPr>
            <w:tcW w:w="1508" w:type="dxa"/>
          </w:tcPr>
          <w:p w14:paraId="60D858F5" w14:textId="77777777" w:rsidR="00514D98" w:rsidRPr="009B2220" w:rsidRDefault="00514D98" w:rsidP="00197EAB"/>
          <w:p w14:paraId="66D98911" w14:textId="77777777" w:rsidR="00514D98" w:rsidRPr="009B2220" w:rsidRDefault="00514D98" w:rsidP="00197EAB"/>
          <w:p w14:paraId="426C37C1" w14:textId="77777777" w:rsidR="00514D98" w:rsidRPr="009B2220" w:rsidRDefault="00514D98" w:rsidP="00197EAB"/>
          <w:p w14:paraId="4CA3B424" w14:textId="77777777" w:rsidR="00514D98" w:rsidRPr="009B2220" w:rsidRDefault="00514D98" w:rsidP="00197EAB"/>
          <w:p w14:paraId="3F42986D" w14:textId="77777777" w:rsidR="00514D98" w:rsidRPr="009B2220" w:rsidRDefault="00514D98" w:rsidP="00197EAB"/>
          <w:p w14:paraId="78DE7525" w14:textId="77777777" w:rsidR="00514D98" w:rsidRPr="009B2220" w:rsidRDefault="00514D98" w:rsidP="00197EAB">
            <w:pPr>
              <w:rPr>
                <w:b/>
                <w:bCs/>
              </w:rPr>
            </w:pPr>
          </w:p>
          <w:p w14:paraId="09410DB2" w14:textId="77777777" w:rsidR="00514D98" w:rsidRPr="009B2220" w:rsidRDefault="00514D98" w:rsidP="00197EAB">
            <w:pPr>
              <w:rPr>
                <w:b/>
                <w:bCs/>
              </w:rPr>
            </w:pPr>
          </w:p>
          <w:p w14:paraId="1FB725E1" w14:textId="77777777" w:rsidR="00514D98" w:rsidRPr="009B2220" w:rsidRDefault="00514D98" w:rsidP="00197EAB">
            <w:pPr>
              <w:rPr>
                <w:b/>
                <w:bCs/>
              </w:rPr>
            </w:pPr>
          </w:p>
          <w:p w14:paraId="3612873D" w14:textId="77777777" w:rsidR="005D6D93" w:rsidRPr="009B2220" w:rsidRDefault="005D6D93" w:rsidP="00197EAB">
            <w:pPr>
              <w:rPr>
                <w:b/>
                <w:bCs/>
              </w:rPr>
            </w:pPr>
          </w:p>
          <w:p w14:paraId="10AD39E9" w14:textId="77777777" w:rsidR="005D6D93" w:rsidRPr="009B2220" w:rsidRDefault="005D6D93" w:rsidP="00197EAB">
            <w:pPr>
              <w:rPr>
                <w:b/>
                <w:bCs/>
              </w:rPr>
            </w:pPr>
          </w:p>
          <w:p w14:paraId="0D0B7368" w14:textId="77777777" w:rsidR="005D6D93" w:rsidRPr="009B2220" w:rsidRDefault="005D6D93" w:rsidP="00197EAB">
            <w:pPr>
              <w:rPr>
                <w:b/>
                <w:bCs/>
              </w:rPr>
            </w:pPr>
          </w:p>
          <w:p w14:paraId="250F118C" w14:textId="77777777" w:rsidR="005D6D93" w:rsidRPr="009B2220" w:rsidRDefault="005D6D93" w:rsidP="00197EAB">
            <w:pPr>
              <w:rPr>
                <w:b/>
                <w:bCs/>
              </w:rPr>
            </w:pPr>
          </w:p>
          <w:p w14:paraId="628D4A3C" w14:textId="77777777" w:rsidR="005D6D93" w:rsidRPr="009B2220" w:rsidRDefault="005D6D93" w:rsidP="00197EAB">
            <w:pPr>
              <w:rPr>
                <w:b/>
                <w:bCs/>
              </w:rPr>
            </w:pPr>
          </w:p>
          <w:p w14:paraId="17026EB7" w14:textId="77777777" w:rsidR="005D6D93" w:rsidRDefault="005D6D93" w:rsidP="00197EAB">
            <w:pPr>
              <w:rPr>
                <w:b/>
                <w:bCs/>
              </w:rPr>
            </w:pPr>
          </w:p>
          <w:p w14:paraId="0B625817" w14:textId="77777777" w:rsidR="005E729B" w:rsidRDefault="005E729B" w:rsidP="00197EAB">
            <w:pPr>
              <w:rPr>
                <w:b/>
                <w:bCs/>
              </w:rPr>
            </w:pPr>
          </w:p>
          <w:p w14:paraId="0E1CD681" w14:textId="77777777" w:rsidR="004D0236" w:rsidRDefault="004D0236" w:rsidP="00197EAB">
            <w:pPr>
              <w:rPr>
                <w:b/>
                <w:bCs/>
              </w:rPr>
            </w:pPr>
          </w:p>
          <w:p w14:paraId="3ED6D18E" w14:textId="77777777" w:rsidR="004D0236" w:rsidRDefault="004D0236" w:rsidP="00197EAB">
            <w:pPr>
              <w:rPr>
                <w:b/>
                <w:bCs/>
              </w:rPr>
            </w:pPr>
          </w:p>
          <w:p w14:paraId="0ADC4D5A" w14:textId="77777777" w:rsidR="005E729B" w:rsidRPr="009B2220" w:rsidRDefault="005E729B" w:rsidP="00197EAB">
            <w:pPr>
              <w:rPr>
                <w:b/>
                <w:bCs/>
              </w:rPr>
            </w:pPr>
          </w:p>
          <w:p w14:paraId="6284B9B3" w14:textId="77777777" w:rsidR="005D6D93" w:rsidRDefault="005D6D93" w:rsidP="00197EAB">
            <w:pPr>
              <w:rPr>
                <w:b/>
                <w:bCs/>
              </w:rPr>
            </w:pPr>
          </w:p>
          <w:p w14:paraId="14AD4432" w14:textId="77777777" w:rsidR="002C32E0" w:rsidRPr="009B2220" w:rsidRDefault="002C32E0" w:rsidP="00197EAB">
            <w:pPr>
              <w:rPr>
                <w:b/>
                <w:bCs/>
              </w:rPr>
            </w:pPr>
          </w:p>
          <w:p w14:paraId="3C9BB448" w14:textId="77777777" w:rsidR="005D6D93" w:rsidRPr="009B2220" w:rsidRDefault="005D6D93" w:rsidP="00197EAB">
            <w:pPr>
              <w:rPr>
                <w:b/>
                <w:bCs/>
              </w:rPr>
            </w:pPr>
          </w:p>
          <w:p w14:paraId="4BC5A43C" w14:textId="77777777" w:rsidR="00514D98" w:rsidRDefault="00514D98" w:rsidP="00197EAB">
            <w:pPr>
              <w:rPr>
                <w:b/>
                <w:bCs/>
              </w:rPr>
            </w:pPr>
            <w:r w:rsidRPr="009B2220">
              <w:rPr>
                <w:b/>
                <w:bCs/>
              </w:rPr>
              <w:t>(</w:t>
            </w:r>
            <w:r w:rsidR="005D6D93" w:rsidRPr="009B2220">
              <w:rPr>
                <w:b/>
                <w:bCs/>
              </w:rPr>
              <w:t>4</w:t>
            </w:r>
            <w:r w:rsidRPr="009B2220">
              <w:rPr>
                <w:b/>
                <w:bCs/>
              </w:rPr>
              <w:t>)</w:t>
            </w:r>
          </w:p>
          <w:p w14:paraId="5034F5C4" w14:textId="3B18E800" w:rsidR="009A6B95" w:rsidRPr="009B2220" w:rsidRDefault="009A6B95" w:rsidP="00197EAB">
            <w:pPr>
              <w:rPr>
                <w:b/>
                <w:bCs/>
              </w:rPr>
            </w:pPr>
          </w:p>
        </w:tc>
      </w:tr>
    </w:tbl>
    <w:p w14:paraId="19BE1BC7" w14:textId="77777777" w:rsidR="00514D98" w:rsidRPr="009B2220" w:rsidRDefault="00514D98" w:rsidP="00514D98"/>
    <w:p w14:paraId="02DADC3B" w14:textId="77777777" w:rsidR="00DA1502" w:rsidRPr="009B2220" w:rsidRDefault="00DA1502" w:rsidP="00832B36"/>
    <w:p w14:paraId="1E2F0340" w14:textId="77777777" w:rsidR="00832B36" w:rsidRPr="009B2220" w:rsidRDefault="00832B36" w:rsidP="00832B36">
      <w:pPr>
        <w:rPr>
          <w:i/>
          <w:iCs/>
        </w:rPr>
      </w:pPr>
    </w:p>
    <w:p w14:paraId="4B008F03" w14:textId="77777777" w:rsidR="00832B36" w:rsidRPr="009B2220" w:rsidRDefault="00832B36" w:rsidP="00832B36"/>
    <w:p w14:paraId="211A2BAA" w14:textId="77777777" w:rsidR="00703CBE" w:rsidRPr="009B2220" w:rsidRDefault="00703CBE">
      <w:pPr>
        <w:rPr>
          <w:rFonts w:eastAsiaTheme="majorEastAsia" w:cstheme="majorBidi"/>
          <w:color w:val="2F5496" w:themeColor="accent1" w:themeShade="BF"/>
          <w:sz w:val="26"/>
          <w:szCs w:val="26"/>
        </w:rPr>
      </w:pPr>
      <w:r w:rsidRPr="009B2220">
        <w:br w:type="page"/>
      </w:r>
    </w:p>
    <w:p w14:paraId="16CB5FF6" w14:textId="7F0294FA" w:rsidR="00B0316C" w:rsidRDefault="00B0316C" w:rsidP="00B0316C">
      <w:pPr>
        <w:pStyle w:val="Heading2"/>
      </w:pPr>
      <w:r w:rsidRPr="009B2220">
        <w:lastRenderedPageBreak/>
        <w:t>Question 3</w:t>
      </w:r>
    </w:p>
    <w:p w14:paraId="3957092C" w14:textId="7D050FC0" w:rsidR="00AA6051" w:rsidRPr="009B2220" w:rsidRDefault="00AA6051" w:rsidP="00AA6051">
      <w:pPr>
        <w:pStyle w:val="Heading2"/>
      </w:pPr>
      <w:r w:rsidRPr="009B2220">
        <w:t>Question 4</w:t>
      </w:r>
    </w:p>
    <w:p w14:paraId="0C1D8DC3" w14:textId="0BF8DF2E" w:rsidR="00F071CF" w:rsidRDefault="00F071CF" w:rsidP="00F1347D">
      <w:pPr>
        <w:pStyle w:val="Heading2"/>
      </w:pPr>
      <w:r w:rsidRPr="009B2220">
        <w:t>Question 5</w:t>
      </w:r>
    </w:p>
    <w:p w14:paraId="568807AC" w14:textId="3F453D7C" w:rsidR="001831AA" w:rsidRPr="009B2220" w:rsidRDefault="001831AA" w:rsidP="006623F1">
      <w:pPr>
        <w:pStyle w:val="Heading2"/>
      </w:pPr>
      <w:r w:rsidRPr="009B2220">
        <w:t>Question 6</w:t>
      </w:r>
    </w:p>
    <w:p w14:paraId="419A83EE" w14:textId="6A233A66" w:rsidR="006C68F1" w:rsidRDefault="006C68F1" w:rsidP="006C68F1">
      <w:pPr>
        <w:pStyle w:val="Heading2"/>
      </w:pPr>
      <w:r w:rsidRPr="009B2220">
        <w:t>Question 7</w:t>
      </w:r>
    </w:p>
    <w:p w14:paraId="1B2C6F40" w14:textId="7F861804" w:rsidR="00272C19" w:rsidRPr="009B2220" w:rsidRDefault="00272C19" w:rsidP="00272C19">
      <w:pPr>
        <w:pStyle w:val="Heading2"/>
      </w:pPr>
      <w:r w:rsidRPr="009B2220">
        <w:t xml:space="preserve">Question </w:t>
      </w:r>
      <w:r>
        <w:t>8</w:t>
      </w:r>
    </w:p>
    <w:p w14:paraId="46FABA1F" w14:textId="140F2FE5" w:rsidR="001C4171" w:rsidRDefault="001C4171" w:rsidP="001C4171">
      <w:pPr>
        <w:pStyle w:val="Heading2"/>
      </w:pPr>
      <w:r w:rsidRPr="009B2220">
        <w:t xml:space="preserve">Question </w:t>
      </w:r>
      <w:r w:rsidR="006B0E1D">
        <w:t>9</w:t>
      </w:r>
    </w:p>
    <w:p w14:paraId="71A11A7E" w14:textId="48DE3607" w:rsidR="00FD6601" w:rsidRDefault="00FD6601" w:rsidP="00FD6601">
      <w:pPr>
        <w:pStyle w:val="Heading2"/>
      </w:pPr>
      <w:r w:rsidRPr="009B2220">
        <w:t xml:space="preserve">Question </w:t>
      </w:r>
      <w:r>
        <w:t>10</w:t>
      </w:r>
    </w:p>
    <w:p w14:paraId="7EF5622B" w14:textId="5BC26DD8" w:rsidR="00857D9B" w:rsidRDefault="00857D9B" w:rsidP="00ED7977">
      <w:pPr>
        <w:pStyle w:val="Heading2"/>
      </w:pPr>
      <w:r w:rsidRPr="009B2220">
        <w:t xml:space="preserve">Question </w:t>
      </w:r>
      <w:r w:rsidR="00ED7977">
        <w:t>1</w:t>
      </w:r>
      <w:r w:rsidR="00357028">
        <w:t>1</w:t>
      </w:r>
    </w:p>
    <w:p w14:paraId="10ED8744" w14:textId="79F84381" w:rsidR="00357028" w:rsidRDefault="00357028" w:rsidP="00357028">
      <w:pPr>
        <w:pStyle w:val="Heading2"/>
      </w:pPr>
      <w:r w:rsidRPr="009B2220">
        <w:t xml:space="preserve">Question </w:t>
      </w:r>
      <w:r>
        <w:t>12</w:t>
      </w:r>
    </w:p>
    <w:p w14:paraId="66A8C1A0" w14:textId="7499A595" w:rsidR="00357028" w:rsidRDefault="00357028" w:rsidP="00357028">
      <w:pPr>
        <w:pStyle w:val="Heading2"/>
      </w:pPr>
      <w:r w:rsidRPr="009B2220">
        <w:t xml:space="preserve">Question </w:t>
      </w:r>
      <w:r>
        <w:t>13</w:t>
      </w:r>
    </w:p>
    <w:p w14:paraId="11E34215" w14:textId="5CD8CEB9" w:rsidR="00357028" w:rsidRDefault="00357028" w:rsidP="00357028">
      <w:pPr>
        <w:pStyle w:val="Heading2"/>
      </w:pPr>
      <w:r w:rsidRPr="009B2220">
        <w:t xml:space="preserve">Question </w:t>
      </w:r>
      <w:r>
        <w:t>14</w:t>
      </w:r>
    </w:p>
    <w:p w14:paraId="431C338A" w14:textId="521B077F" w:rsidR="00357028" w:rsidRDefault="00357028" w:rsidP="00357028">
      <w:pPr>
        <w:pStyle w:val="Heading2"/>
      </w:pPr>
      <w:r w:rsidRPr="009B2220">
        <w:t xml:space="preserve">Question </w:t>
      </w:r>
      <w:r>
        <w:t>15</w:t>
      </w:r>
    </w:p>
    <w:p w14:paraId="1A7700A2" w14:textId="25057C57" w:rsidR="00357028" w:rsidRDefault="001D7405" w:rsidP="00357028">
      <w:pPr>
        <w:pStyle w:val="Heading2"/>
      </w:pPr>
      <w:r>
        <w:t>Q</w:t>
      </w:r>
      <w:r w:rsidR="00357028" w:rsidRPr="009B2220">
        <w:t xml:space="preserve">uestion </w:t>
      </w:r>
      <w:r w:rsidR="00357028">
        <w:t>16</w:t>
      </w:r>
    </w:p>
    <w:p w14:paraId="27E53BA2" w14:textId="3046F6FE" w:rsidR="00357028" w:rsidRDefault="00357028" w:rsidP="00357028">
      <w:pPr>
        <w:pStyle w:val="Heading2"/>
      </w:pPr>
      <w:r w:rsidRPr="009B2220">
        <w:t xml:space="preserve">Question </w:t>
      </w:r>
      <w:r>
        <w:t>17</w:t>
      </w:r>
    </w:p>
    <w:p w14:paraId="795C675C" w14:textId="71014307" w:rsidR="00357028" w:rsidRDefault="00357028" w:rsidP="00357028">
      <w:pPr>
        <w:pStyle w:val="Heading2"/>
      </w:pPr>
      <w:r w:rsidRPr="009B2220">
        <w:t xml:space="preserve">Question </w:t>
      </w:r>
      <w:r>
        <w:t>1</w:t>
      </w:r>
      <w:r w:rsidR="004E1065">
        <w:t>8</w:t>
      </w:r>
    </w:p>
    <w:p w14:paraId="5C09A71A" w14:textId="77777777" w:rsidR="00357028" w:rsidRDefault="00357028" w:rsidP="003A64B2">
      <w:pPr>
        <w:pStyle w:val="Footer"/>
        <w:rPr>
          <w:i/>
          <w:iCs/>
        </w:rPr>
      </w:pPr>
    </w:p>
    <w:p w14:paraId="297B42D6" w14:textId="260C79BE" w:rsidR="00835D46" w:rsidRDefault="00835D46" w:rsidP="006265EC">
      <w:pPr>
        <w:pStyle w:val="Footer"/>
        <w:rPr>
          <w:i/>
          <w:iCs/>
        </w:rPr>
      </w:pPr>
    </w:p>
    <w:p w14:paraId="74365E0A" w14:textId="77777777" w:rsidR="00835D46" w:rsidRDefault="00835D46" w:rsidP="006265EC">
      <w:pPr>
        <w:pStyle w:val="Footer"/>
        <w:rPr>
          <w:i/>
          <w:iCs/>
        </w:rPr>
      </w:pPr>
    </w:p>
    <w:p w14:paraId="2F2C28C0" w14:textId="77777777" w:rsidR="00857D9B" w:rsidRDefault="00857D9B" w:rsidP="006265EC">
      <w:pPr>
        <w:pStyle w:val="Footer"/>
        <w:rPr>
          <w:i/>
          <w:iCs/>
        </w:rPr>
      </w:pPr>
    </w:p>
    <w:p w14:paraId="5A0FA89D" w14:textId="77777777" w:rsidR="00211FAC" w:rsidRDefault="00211FAC" w:rsidP="006265EC">
      <w:pPr>
        <w:pStyle w:val="Footer"/>
        <w:rPr>
          <w:i/>
          <w:iCs/>
        </w:rPr>
      </w:pPr>
    </w:p>
    <w:p w14:paraId="7CD275B4" w14:textId="77777777" w:rsidR="00211FAC" w:rsidRDefault="00211FAC" w:rsidP="006265EC">
      <w:pPr>
        <w:pStyle w:val="Footer"/>
        <w:rPr>
          <w:i/>
          <w:iCs/>
        </w:rPr>
      </w:pPr>
    </w:p>
    <w:p w14:paraId="15C1F996" w14:textId="3672EF4E" w:rsidR="00211FAC" w:rsidRDefault="001D7405" w:rsidP="001D7405">
      <w:pPr>
        <w:pStyle w:val="Footer"/>
        <w:tabs>
          <w:tab w:val="clear" w:pos="4513"/>
          <w:tab w:val="clear" w:pos="9026"/>
          <w:tab w:val="left" w:pos="1744"/>
        </w:tabs>
        <w:rPr>
          <w:i/>
          <w:iCs/>
        </w:rPr>
      </w:pPr>
      <w:r>
        <w:rPr>
          <w:i/>
          <w:iCs/>
        </w:rPr>
        <w:tab/>
      </w:r>
    </w:p>
    <w:p w14:paraId="02332425" w14:textId="77777777" w:rsidR="001D7405" w:rsidRDefault="001D7405" w:rsidP="001D7405">
      <w:pPr>
        <w:pStyle w:val="Footer"/>
        <w:tabs>
          <w:tab w:val="clear" w:pos="4513"/>
          <w:tab w:val="clear" w:pos="9026"/>
          <w:tab w:val="left" w:pos="1744"/>
        </w:tabs>
        <w:rPr>
          <w:i/>
          <w:iCs/>
        </w:rPr>
      </w:pPr>
    </w:p>
    <w:p w14:paraId="7F0D440A" w14:textId="77777777" w:rsidR="001D7405" w:rsidRDefault="001D7405" w:rsidP="001D7405">
      <w:pPr>
        <w:pStyle w:val="Footer"/>
        <w:tabs>
          <w:tab w:val="clear" w:pos="4513"/>
          <w:tab w:val="clear" w:pos="9026"/>
          <w:tab w:val="left" w:pos="1744"/>
        </w:tabs>
        <w:rPr>
          <w:i/>
          <w:iCs/>
        </w:rPr>
      </w:pPr>
    </w:p>
    <w:p w14:paraId="5FA721F4" w14:textId="77777777" w:rsidR="001D7405" w:rsidRDefault="001D7405" w:rsidP="001D7405">
      <w:pPr>
        <w:pStyle w:val="Footer"/>
        <w:tabs>
          <w:tab w:val="clear" w:pos="4513"/>
          <w:tab w:val="clear" w:pos="9026"/>
          <w:tab w:val="left" w:pos="1744"/>
        </w:tabs>
        <w:rPr>
          <w:i/>
          <w:iCs/>
        </w:rPr>
      </w:pPr>
    </w:p>
    <w:p w14:paraId="6EDA860D" w14:textId="77777777" w:rsidR="001D7405" w:rsidRDefault="001D7405" w:rsidP="001D7405">
      <w:pPr>
        <w:pStyle w:val="Footer"/>
        <w:tabs>
          <w:tab w:val="clear" w:pos="4513"/>
          <w:tab w:val="clear" w:pos="9026"/>
          <w:tab w:val="left" w:pos="1744"/>
        </w:tabs>
        <w:rPr>
          <w:i/>
          <w:iCs/>
        </w:rPr>
      </w:pPr>
    </w:p>
    <w:p w14:paraId="7DA73176" w14:textId="77777777" w:rsidR="001D7405" w:rsidRDefault="001D7405" w:rsidP="001D7405">
      <w:pPr>
        <w:pStyle w:val="Footer"/>
        <w:tabs>
          <w:tab w:val="clear" w:pos="4513"/>
          <w:tab w:val="clear" w:pos="9026"/>
          <w:tab w:val="left" w:pos="1744"/>
        </w:tabs>
        <w:rPr>
          <w:i/>
          <w:iCs/>
        </w:rPr>
      </w:pPr>
    </w:p>
    <w:p w14:paraId="3FEB7FB9" w14:textId="77777777" w:rsidR="00211FAC" w:rsidRDefault="00211FAC" w:rsidP="006265EC">
      <w:pPr>
        <w:pStyle w:val="Footer"/>
        <w:rPr>
          <w:i/>
          <w:iCs/>
        </w:rPr>
      </w:pPr>
    </w:p>
    <w:p w14:paraId="4DC60AD5" w14:textId="77777777" w:rsidR="00211FAC" w:rsidRDefault="00211FAC" w:rsidP="006265EC">
      <w:pPr>
        <w:pStyle w:val="Footer"/>
        <w:rPr>
          <w:i/>
          <w:iCs/>
        </w:rPr>
      </w:pPr>
    </w:p>
    <w:p w14:paraId="59BED4CD" w14:textId="77777777" w:rsidR="00211FAC" w:rsidRDefault="00211FAC" w:rsidP="006265EC">
      <w:pPr>
        <w:pStyle w:val="Footer"/>
        <w:rPr>
          <w:i/>
          <w:iCs/>
        </w:rPr>
      </w:pPr>
    </w:p>
    <w:p w14:paraId="152493E1" w14:textId="6F692137" w:rsidR="00E85DBE" w:rsidRPr="009B2220" w:rsidRDefault="006265EC" w:rsidP="006265EC">
      <w:pPr>
        <w:pStyle w:val="Footer"/>
        <w:rPr>
          <w:i/>
          <w:iCs/>
        </w:rPr>
      </w:pPr>
      <w:r w:rsidRPr="009B2220">
        <w:rPr>
          <w:i/>
          <w:iCs/>
          <w:noProof/>
        </w:rPr>
        <w:drawing>
          <wp:anchor distT="0" distB="0" distL="114300" distR="114300" simplePos="0" relativeHeight="251660288" behindDoc="0" locked="0" layoutInCell="1" allowOverlap="1" wp14:anchorId="1DA2445E" wp14:editId="0A9B7820">
            <wp:simplePos x="0" y="0"/>
            <wp:positionH relativeFrom="column">
              <wp:posOffset>1843405</wp:posOffset>
            </wp:positionH>
            <wp:positionV relativeFrom="paragraph">
              <wp:posOffset>170815</wp:posOffset>
            </wp:positionV>
            <wp:extent cx="1675130" cy="1078865"/>
            <wp:effectExtent l="0" t="0" r="1270" b="6985"/>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5130" cy="1078865"/>
                    </a:xfrm>
                    <a:prstGeom prst="rect">
                      <a:avLst/>
                    </a:prstGeom>
                  </pic:spPr>
                </pic:pic>
              </a:graphicData>
            </a:graphic>
            <wp14:sizeRelH relativeFrom="margin">
              <wp14:pctWidth>0</wp14:pctWidth>
            </wp14:sizeRelH>
            <wp14:sizeRelV relativeFrom="margin">
              <wp14:pctHeight>0</wp14:pctHeight>
            </wp14:sizeRelV>
          </wp:anchor>
        </w:drawing>
      </w:r>
    </w:p>
    <w:p w14:paraId="3749E94B" w14:textId="77777777" w:rsidR="00E85DBE" w:rsidRPr="009B2220" w:rsidRDefault="00E85DBE" w:rsidP="00DF1539">
      <w:pPr>
        <w:pStyle w:val="Footer"/>
        <w:rPr>
          <w:i/>
          <w:iCs/>
        </w:rPr>
      </w:pPr>
    </w:p>
    <w:p w14:paraId="2987B1D2" w14:textId="77777777" w:rsidR="00E85DBE" w:rsidRPr="009B2220" w:rsidRDefault="00E85DBE" w:rsidP="00DF1539">
      <w:pPr>
        <w:pStyle w:val="Footer"/>
        <w:rPr>
          <w:i/>
          <w:iCs/>
        </w:rPr>
      </w:pPr>
    </w:p>
    <w:p w14:paraId="55BD9B61" w14:textId="77777777" w:rsidR="00E85DBE" w:rsidRPr="009B2220" w:rsidRDefault="00E85DBE" w:rsidP="00DF1539">
      <w:pPr>
        <w:pStyle w:val="Footer"/>
        <w:rPr>
          <w:i/>
          <w:iCs/>
        </w:rPr>
      </w:pPr>
    </w:p>
    <w:p w14:paraId="65FECD20" w14:textId="77777777" w:rsidR="00E85DBE" w:rsidRPr="009B2220" w:rsidRDefault="00E85DBE" w:rsidP="00DF1539">
      <w:pPr>
        <w:pStyle w:val="Footer"/>
        <w:rPr>
          <w:i/>
          <w:iCs/>
        </w:rPr>
      </w:pPr>
    </w:p>
    <w:p w14:paraId="7B102C3F" w14:textId="77777777" w:rsidR="00E85DBE" w:rsidRPr="009B2220" w:rsidRDefault="00E85DBE" w:rsidP="00DF1539">
      <w:pPr>
        <w:pStyle w:val="Footer"/>
        <w:rPr>
          <w:i/>
          <w:iCs/>
        </w:rPr>
      </w:pPr>
    </w:p>
    <w:p w14:paraId="367E751B" w14:textId="77777777" w:rsidR="00E85DBE" w:rsidRPr="009B2220" w:rsidRDefault="00E85DBE" w:rsidP="00DF1539">
      <w:pPr>
        <w:pStyle w:val="Footer"/>
        <w:rPr>
          <w:i/>
          <w:iCs/>
        </w:rPr>
      </w:pPr>
    </w:p>
    <w:p w14:paraId="2C5F6F57" w14:textId="77777777" w:rsidR="00E85DBE" w:rsidRPr="009B2220" w:rsidRDefault="00E85DBE" w:rsidP="00DF1539">
      <w:pPr>
        <w:pStyle w:val="Footer"/>
        <w:rPr>
          <w:i/>
          <w:iCs/>
        </w:rPr>
      </w:pPr>
    </w:p>
    <w:p w14:paraId="643F30F9" w14:textId="77777777" w:rsidR="00DF1539" w:rsidRPr="009B2220" w:rsidRDefault="00DF1539" w:rsidP="00DF1539">
      <w:pPr>
        <w:pStyle w:val="Footer"/>
        <w:rPr>
          <w:i/>
          <w:iCs/>
        </w:rPr>
      </w:pPr>
      <w:r w:rsidRPr="009B2220">
        <w:rPr>
          <w:i/>
          <w:iCs/>
        </w:rPr>
        <w:t>No part of this publication may be reproduced, distributed, or transmitted in any form or by any means, including photocopying, recording, or other electronic or mechanical methods, without the prior written permission of the TheComputingTutor</w:t>
      </w:r>
      <w:r w:rsidR="001716FC" w:rsidRPr="009B2220">
        <w:rPr>
          <w:i/>
          <w:iCs/>
        </w:rPr>
        <w:t xml:space="preserve"> Ltd.</w:t>
      </w:r>
    </w:p>
    <w:p w14:paraId="6746AE86" w14:textId="77777777" w:rsidR="00DF1539" w:rsidRPr="00FF0F9E" w:rsidRDefault="00DF1539" w:rsidP="00FF0F9E">
      <w:pPr>
        <w:rPr>
          <w:lang w:val="en-US"/>
        </w:rPr>
      </w:pPr>
    </w:p>
    <w:sectPr w:rsidR="00DF1539" w:rsidRPr="00FF0F9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F65A9" w14:textId="77777777" w:rsidR="007B3879" w:rsidRPr="009B2220" w:rsidRDefault="007B3879" w:rsidP="005557A0">
      <w:pPr>
        <w:spacing w:after="0" w:line="240" w:lineRule="auto"/>
      </w:pPr>
      <w:r w:rsidRPr="009B2220">
        <w:separator/>
      </w:r>
    </w:p>
  </w:endnote>
  <w:endnote w:type="continuationSeparator" w:id="0">
    <w:p w14:paraId="35C49DEF" w14:textId="77777777" w:rsidR="007B3879" w:rsidRPr="009B2220" w:rsidRDefault="007B3879" w:rsidP="005557A0">
      <w:pPr>
        <w:spacing w:after="0" w:line="240" w:lineRule="auto"/>
      </w:pPr>
      <w:r w:rsidRPr="009B222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genial">
    <w:charset w:val="00"/>
    <w:family w:val="auto"/>
    <w:pitch w:val="variable"/>
    <w:sig w:usb0="8000002F" w:usb1="1000205B"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0906" w14:textId="77777777" w:rsidR="000E7270" w:rsidRPr="009B2220" w:rsidRDefault="000E72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9E9E3" w14:textId="20289E69" w:rsidR="005557A0" w:rsidRPr="009B2220" w:rsidRDefault="00E85DBE" w:rsidP="005557A0">
    <w:pPr>
      <w:pStyle w:val="Footer"/>
      <w:rPr>
        <w:i/>
        <w:iCs/>
      </w:rPr>
    </w:pPr>
    <w:r w:rsidRPr="009B2220">
      <w:rPr>
        <w:noProof/>
      </w:rPr>
      <w:drawing>
        <wp:anchor distT="0" distB="0" distL="114300" distR="114300" simplePos="0" relativeHeight="251658240" behindDoc="0" locked="0" layoutInCell="1" allowOverlap="1" wp14:anchorId="64E70AF6" wp14:editId="0E9C7203">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rsidRPr="009B2220">
      <w:tab/>
    </w:r>
    <w:r w:rsidR="005557A0" w:rsidRPr="009B2220">
      <w:rPr>
        <w:i/>
        <w:iCs/>
      </w:rPr>
      <w:t>All text copyright © TheComputingTutor</w:t>
    </w:r>
    <w:r w:rsidR="001716FC" w:rsidRPr="009B2220">
      <w:rPr>
        <w:i/>
        <w:iCs/>
      </w:rPr>
      <w:t xml:space="preserve"> Ltd</w:t>
    </w:r>
    <w:r w:rsidR="005557A0" w:rsidRPr="009B2220">
      <w:rPr>
        <w:i/>
        <w:iCs/>
      </w:rPr>
      <w:t xml:space="preserve"> 202</w:t>
    </w:r>
    <w:r w:rsidR="000E7270" w:rsidRPr="009B2220">
      <w:rPr>
        <w:i/>
        <w:iCs/>
      </w:rPr>
      <w:t>4</w:t>
    </w:r>
    <w:r w:rsidR="005557A0" w:rsidRPr="009B2220">
      <w:rPr>
        <w:i/>
        <w:iCs/>
      </w:rPr>
      <w:t>. All rights Reserved.</w:t>
    </w:r>
  </w:p>
  <w:p w14:paraId="723E937C" w14:textId="77777777" w:rsidR="005557A0" w:rsidRPr="009B2220" w:rsidRDefault="005557A0">
    <w:pPr>
      <w:pStyle w:val="Footer"/>
    </w:pPr>
  </w:p>
  <w:p w14:paraId="65ACFD12" w14:textId="77777777" w:rsidR="005557A0" w:rsidRPr="009B2220" w:rsidRDefault="005557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62D" w14:textId="77777777" w:rsidR="000E7270" w:rsidRPr="009B2220" w:rsidRDefault="000E72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F1BC8" w14:textId="77777777" w:rsidR="007B3879" w:rsidRPr="009B2220" w:rsidRDefault="007B3879" w:rsidP="005557A0">
      <w:pPr>
        <w:spacing w:after="0" w:line="240" w:lineRule="auto"/>
      </w:pPr>
      <w:r w:rsidRPr="009B2220">
        <w:separator/>
      </w:r>
    </w:p>
  </w:footnote>
  <w:footnote w:type="continuationSeparator" w:id="0">
    <w:p w14:paraId="2590FBA7" w14:textId="77777777" w:rsidR="007B3879" w:rsidRPr="009B2220" w:rsidRDefault="007B3879" w:rsidP="005557A0">
      <w:pPr>
        <w:spacing w:after="0" w:line="240" w:lineRule="auto"/>
      </w:pPr>
      <w:r w:rsidRPr="009B222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D5ECB" w14:textId="77777777" w:rsidR="000E7270" w:rsidRPr="009B2220" w:rsidRDefault="000E72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A1D8" w14:textId="77777777" w:rsidR="00E85DBE" w:rsidRPr="009B2220" w:rsidRDefault="00E85DBE">
    <w:pPr>
      <w:pStyle w:val="Header"/>
    </w:pPr>
    <w:r w:rsidRPr="009B2220">
      <w:rPr>
        <w:noProof/>
      </w:rPr>
      <mc:AlternateContent>
        <mc:Choice Requires="wps">
          <w:drawing>
            <wp:anchor distT="0" distB="0" distL="114300" distR="114300" simplePos="0" relativeHeight="251660288" behindDoc="1" locked="0" layoutInCell="1" allowOverlap="1" wp14:anchorId="61346EDC" wp14:editId="5D965FC5">
              <wp:simplePos x="0" y="0"/>
              <wp:positionH relativeFrom="column">
                <wp:posOffset>-531935</wp:posOffset>
              </wp:positionH>
              <wp:positionV relativeFrom="paragraph">
                <wp:posOffset>-90561</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gd name="adj" fmla="val 7511"/>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0BC0E" id="Rectangle: Rounded Corners 5" o:spid="_x0000_s1026" style="position:absolute;margin-left:-41.9pt;margin-top:-7.15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" fillcolor="white [3212]" strokecolor="#525252 [1606]" strokeweight="2.25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33B0F" w14:textId="77777777" w:rsidR="000E7270" w:rsidRPr="009B2220" w:rsidRDefault="000E72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885BC4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8A26DF"/>
    <w:multiLevelType w:val="hybridMultilevel"/>
    <w:tmpl w:val="E0AE1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4D68FD"/>
    <w:multiLevelType w:val="hybridMultilevel"/>
    <w:tmpl w:val="1E809368"/>
    <w:lvl w:ilvl="0" w:tplc="77B4D512">
      <w:start w:val="1"/>
      <w:numFmt w:val="bullet"/>
      <w:lvlText w:val="•"/>
      <w:lvlJc w:val="left"/>
      <w:pPr>
        <w:tabs>
          <w:tab w:val="num" w:pos="720"/>
        </w:tabs>
        <w:ind w:left="720" w:hanging="360"/>
      </w:pPr>
      <w:rPr>
        <w:rFonts w:ascii="Times New Roman" w:hAnsi="Times New Roman" w:hint="default"/>
      </w:rPr>
    </w:lvl>
    <w:lvl w:ilvl="1" w:tplc="906A97FC" w:tentative="1">
      <w:start w:val="1"/>
      <w:numFmt w:val="bullet"/>
      <w:lvlText w:val="•"/>
      <w:lvlJc w:val="left"/>
      <w:pPr>
        <w:tabs>
          <w:tab w:val="num" w:pos="1440"/>
        </w:tabs>
        <w:ind w:left="1440" w:hanging="360"/>
      </w:pPr>
      <w:rPr>
        <w:rFonts w:ascii="Times New Roman" w:hAnsi="Times New Roman" w:hint="default"/>
      </w:rPr>
    </w:lvl>
    <w:lvl w:ilvl="2" w:tplc="48240C62" w:tentative="1">
      <w:start w:val="1"/>
      <w:numFmt w:val="bullet"/>
      <w:lvlText w:val="•"/>
      <w:lvlJc w:val="left"/>
      <w:pPr>
        <w:tabs>
          <w:tab w:val="num" w:pos="2160"/>
        </w:tabs>
        <w:ind w:left="2160" w:hanging="360"/>
      </w:pPr>
      <w:rPr>
        <w:rFonts w:ascii="Times New Roman" w:hAnsi="Times New Roman" w:hint="default"/>
      </w:rPr>
    </w:lvl>
    <w:lvl w:ilvl="3" w:tplc="47A296D6" w:tentative="1">
      <w:start w:val="1"/>
      <w:numFmt w:val="bullet"/>
      <w:lvlText w:val="•"/>
      <w:lvlJc w:val="left"/>
      <w:pPr>
        <w:tabs>
          <w:tab w:val="num" w:pos="2880"/>
        </w:tabs>
        <w:ind w:left="2880" w:hanging="360"/>
      </w:pPr>
      <w:rPr>
        <w:rFonts w:ascii="Times New Roman" w:hAnsi="Times New Roman" w:hint="default"/>
      </w:rPr>
    </w:lvl>
    <w:lvl w:ilvl="4" w:tplc="1700A726" w:tentative="1">
      <w:start w:val="1"/>
      <w:numFmt w:val="bullet"/>
      <w:lvlText w:val="•"/>
      <w:lvlJc w:val="left"/>
      <w:pPr>
        <w:tabs>
          <w:tab w:val="num" w:pos="3600"/>
        </w:tabs>
        <w:ind w:left="3600" w:hanging="360"/>
      </w:pPr>
      <w:rPr>
        <w:rFonts w:ascii="Times New Roman" w:hAnsi="Times New Roman" w:hint="default"/>
      </w:rPr>
    </w:lvl>
    <w:lvl w:ilvl="5" w:tplc="044088A4" w:tentative="1">
      <w:start w:val="1"/>
      <w:numFmt w:val="bullet"/>
      <w:lvlText w:val="•"/>
      <w:lvlJc w:val="left"/>
      <w:pPr>
        <w:tabs>
          <w:tab w:val="num" w:pos="4320"/>
        </w:tabs>
        <w:ind w:left="4320" w:hanging="360"/>
      </w:pPr>
      <w:rPr>
        <w:rFonts w:ascii="Times New Roman" w:hAnsi="Times New Roman" w:hint="default"/>
      </w:rPr>
    </w:lvl>
    <w:lvl w:ilvl="6" w:tplc="7FDC790E" w:tentative="1">
      <w:start w:val="1"/>
      <w:numFmt w:val="bullet"/>
      <w:lvlText w:val="•"/>
      <w:lvlJc w:val="left"/>
      <w:pPr>
        <w:tabs>
          <w:tab w:val="num" w:pos="5040"/>
        </w:tabs>
        <w:ind w:left="5040" w:hanging="360"/>
      </w:pPr>
      <w:rPr>
        <w:rFonts w:ascii="Times New Roman" w:hAnsi="Times New Roman" w:hint="default"/>
      </w:rPr>
    </w:lvl>
    <w:lvl w:ilvl="7" w:tplc="A56230F2" w:tentative="1">
      <w:start w:val="1"/>
      <w:numFmt w:val="bullet"/>
      <w:lvlText w:val="•"/>
      <w:lvlJc w:val="left"/>
      <w:pPr>
        <w:tabs>
          <w:tab w:val="num" w:pos="5760"/>
        </w:tabs>
        <w:ind w:left="5760" w:hanging="360"/>
      </w:pPr>
      <w:rPr>
        <w:rFonts w:ascii="Times New Roman" w:hAnsi="Times New Roman" w:hint="default"/>
      </w:rPr>
    </w:lvl>
    <w:lvl w:ilvl="8" w:tplc="2B3AB9D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700CE0"/>
    <w:multiLevelType w:val="hybridMultilevel"/>
    <w:tmpl w:val="43687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CA1316"/>
    <w:multiLevelType w:val="hybridMultilevel"/>
    <w:tmpl w:val="ADF40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D64A24"/>
    <w:multiLevelType w:val="hybridMultilevel"/>
    <w:tmpl w:val="3634EE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1765D4"/>
    <w:multiLevelType w:val="hybridMultilevel"/>
    <w:tmpl w:val="1F846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CA3723"/>
    <w:multiLevelType w:val="hybridMultilevel"/>
    <w:tmpl w:val="0A606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2A608D"/>
    <w:multiLevelType w:val="hybridMultilevel"/>
    <w:tmpl w:val="8F74F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0B1773"/>
    <w:multiLevelType w:val="hybridMultilevel"/>
    <w:tmpl w:val="9D32F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7C5F03"/>
    <w:multiLevelType w:val="hybridMultilevel"/>
    <w:tmpl w:val="6C08D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72A0E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B9C401E"/>
    <w:multiLevelType w:val="hybridMultilevel"/>
    <w:tmpl w:val="0A0EF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656E0A"/>
    <w:multiLevelType w:val="hybridMultilevel"/>
    <w:tmpl w:val="655A9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101438"/>
    <w:multiLevelType w:val="hybridMultilevel"/>
    <w:tmpl w:val="DD3CF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1D50D5"/>
    <w:multiLevelType w:val="hybridMultilevel"/>
    <w:tmpl w:val="8D36D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3C7F78"/>
    <w:multiLevelType w:val="hybridMultilevel"/>
    <w:tmpl w:val="F4EA7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7D2EF8"/>
    <w:multiLevelType w:val="hybridMultilevel"/>
    <w:tmpl w:val="40AEB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FC2E08"/>
    <w:multiLevelType w:val="hybridMultilevel"/>
    <w:tmpl w:val="59765F6C"/>
    <w:lvl w:ilvl="0" w:tplc="4E743C6C">
      <w:start w:val="1"/>
      <w:numFmt w:val="bullet"/>
      <w:lvlText w:val="•"/>
      <w:lvlJc w:val="left"/>
      <w:pPr>
        <w:tabs>
          <w:tab w:val="num" w:pos="720"/>
        </w:tabs>
        <w:ind w:left="720" w:hanging="360"/>
      </w:pPr>
      <w:rPr>
        <w:rFonts w:ascii="Times New Roman" w:hAnsi="Times New Roman" w:hint="default"/>
      </w:rPr>
    </w:lvl>
    <w:lvl w:ilvl="1" w:tplc="60DADEBC" w:tentative="1">
      <w:start w:val="1"/>
      <w:numFmt w:val="bullet"/>
      <w:lvlText w:val="•"/>
      <w:lvlJc w:val="left"/>
      <w:pPr>
        <w:tabs>
          <w:tab w:val="num" w:pos="1440"/>
        </w:tabs>
        <w:ind w:left="1440" w:hanging="360"/>
      </w:pPr>
      <w:rPr>
        <w:rFonts w:ascii="Times New Roman" w:hAnsi="Times New Roman" w:hint="default"/>
      </w:rPr>
    </w:lvl>
    <w:lvl w:ilvl="2" w:tplc="77686232" w:tentative="1">
      <w:start w:val="1"/>
      <w:numFmt w:val="bullet"/>
      <w:lvlText w:val="•"/>
      <w:lvlJc w:val="left"/>
      <w:pPr>
        <w:tabs>
          <w:tab w:val="num" w:pos="2160"/>
        </w:tabs>
        <w:ind w:left="2160" w:hanging="360"/>
      </w:pPr>
      <w:rPr>
        <w:rFonts w:ascii="Times New Roman" w:hAnsi="Times New Roman" w:hint="default"/>
      </w:rPr>
    </w:lvl>
    <w:lvl w:ilvl="3" w:tplc="7F7A06E2" w:tentative="1">
      <w:start w:val="1"/>
      <w:numFmt w:val="bullet"/>
      <w:lvlText w:val="•"/>
      <w:lvlJc w:val="left"/>
      <w:pPr>
        <w:tabs>
          <w:tab w:val="num" w:pos="2880"/>
        </w:tabs>
        <w:ind w:left="2880" w:hanging="360"/>
      </w:pPr>
      <w:rPr>
        <w:rFonts w:ascii="Times New Roman" w:hAnsi="Times New Roman" w:hint="default"/>
      </w:rPr>
    </w:lvl>
    <w:lvl w:ilvl="4" w:tplc="4E8CC6EE" w:tentative="1">
      <w:start w:val="1"/>
      <w:numFmt w:val="bullet"/>
      <w:lvlText w:val="•"/>
      <w:lvlJc w:val="left"/>
      <w:pPr>
        <w:tabs>
          <w:tab w:val="num" w:pos="3600"/>
        </w:tabs>
        <w:ind w:left="3600" w:hanging="360"/>
      </w:pPr>
      <w:rPr>
        <w:rFonts w:ascii="Times New Roman" w:hAnsi="Times New Roman" w:hint="default"/>
      </w:rPr>
    </w:lvl>
    <w:lvl w:ilvl="5" w:tplc="52FC0B52" w:tentative="1">
      <w:start w:val="1"/>
      <w:numFmt w:val="bullet"/>
      <w:lvlText w:val="•"/>
      <w:lvlJc w:val="left"/>
      <w:pPr>
        <w:tabs>
          <w:tab w:val="num" w:pos="4320"/>
        </w:tabs>
        <w:ind w:left="4320" w:hanging="360"/>
      </w:pPr>
      <w:rPr>
        <w:rFonts w:ascii="Times New Roman" w:hAnsi="Times New Roman" w:hint="default"/>
      </w:rPr>
    </w:lvl>
    <w:lvl w:ilvl="6" w:tplc="B8CC1584" w:tentative="1">
      <w:start w:val="1"/>
      <w:numFmt w:val="bullet"/>
      <w:lvlText w:val="•"/>
      <w:lvlJc w:val="left"/>
      <w:pPr>
        <w:tabs>
          <w:tab w:val="num" w:pos="5040"/>
        </w:tabs>
        <w:ind w:left="5040" w:hanging="360"/>
      </w:pPr>
      <w:rPr>
        <w:rFonts w:ascii="Times New Roman" w:hAnsi="Times New Roman" w:hint="default"/>
      </w:rPr>
    </w:lvl>
    <w:lvl w:ilvl="7" w:tplc="ED6E2D42" w:tentative="1">
      <w:start w:val="1"/>
      <w:numFmt w:val="bullet"/>
      <w:lvlText w:val="•"/>
      <w:lvlJc w:val="left"/>
      <w:pPr>
        <w:tabs>
          <w:tab w:val="num" w:pos="5760"/>
        </w:tabs>
        <w:ind w:left="5760" w:hanging="360"/>
      </w:pPr>
      <w:rPr>
        <w:rFonts w:ascii="Times New Roman" w:hAnsi="Times New Roman" w:hint="default"/>
      </w:rPr>
    </w:lvl>
    <w:lvl w:ilvl="8" w:tplc="C6FC695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5545EDA"/>
    <w:multiLevelType w:val="hybridMultilevel"/>
    <w:tmpl w:val="393E7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682077"/>
    <w:multiLevelType w:val="hybridMultilevel"/>
    <w:tmpl w:val="37C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6337A7"/>
    <w:multiLevelType w:val="hybridMultilevel"/>
    <w:tmpl w:val="8D4AB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777C65"/>
    <w:multiLevelType w:val="hybridMultilevel"/>
    <w:tmpl w:val="DE0E5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CA4916"/>
    <w:multiLevelType w:val="hybridMultilevel"/>
    <w:tmpl w:val="28D01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670E75"/>
    <w:multiLevelType w:val="hybridMultilevel"/>
    <w:tmpl w:val="A66E3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561B03"/>
    <w:multiLevelType w:val="hybridMultilevel"/>
    <w:tmpl w:val="CE1CC6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49A7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83D7699"/>
    <w:multiLevelType w:val="hybridMultilevel"/>
    <w:tmpl w:val="E6B8BD82"/>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C1E3627"/>
    <w:multiLevelType w:val="hybridMultilevel"/>
    <w:tmpl w:val="8294D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956869"/>
    <w:multiLevelType w:val="hybridMultilevel"/>
    <w:tmpl w:val="A2029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0813A7"/>
    <w:multiLevelType w:val="hybridMultilevel"/>
    <w:tmpl w:val="44980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07078FD"/>
    <w:multiLevelType w:val="hybridMultilevel"/>
    <w:tmpl w:val="A0F69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1177864"/>
    <w:multiLevelType w:val="hybridMultilevel"/>
    <w:tmpl w:val="BF709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9506378"/>
    <w:multiLevelType w:val="hybridMultilevel"/>
    <w:tmpl w:val="8B06E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8C455F"/>
    <w:multiLevelType w:val="hybridMultilevel"/>
    <w:tmpl w:val="42923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9B6CA1"/>
    <w:multiLevelType w:val="hybridMultilevel"/>
    <w:tmpl w:val="744C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0404AE"/>
    <w:multiLevelType w:val="hybridMultilevel"/>
    <w:tmpl w:val="5D480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EA19EA"/>
    <w:multiLevelType w:val="hybridMultilevel"/>
    <w:tmpl w:val="97FC3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4B63E2"/>
    <w:multiLevelType w:val="hybridMultilevel"/>
    <w:tmpl w:val="50A64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AA7250"/>
    <w:multiLevelType w:val="hybridMultilevel"/>
    <w:tmpl w:val="7D884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B22697"/>
    <w:multiLevelType w:val="hybridMultilevel"/>
    <w:tmpl w:val="39969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DF7E6E"/>
    <w:multiLevelType w:val="hybridMultilevel"/>
    <w:tmpl w:val="3F368F1E"/>
    <w:lvl w:ilvl="0" w:tplc="05B417C8">
      <w:start w:val="1"/>
      <w:numFmt w:val="bullet"/>
      <w:lvlText w:val=" "/>
      <w:lvlJc w:val="left"/>
      <w:pPr>
        <w:tabs>
          <w:tab w:val="num" w:pos="360"/>
        </w:tabs>
        <w:ind w:left="360" w:hanging="360"/>
      </w:pPr>
      <w:rPr>
        <w:rFonts w:ascii="Calibri" w:hAnsi="Calibri" w:hint="default"/>
      </w:rPr>
    </w:lvl>
    <w:lvl w:ilvl="1" w:tplc="936E6230" w:tentative="1">
      <w:start w:val="1"/>
      <w:numFmt w:val="bullet"/>
      <w:lvlText w:val=" "/>
      <w:lvlJc w:val="left"/>
      <w:pPr>
        <w:tabs>
          <w:tab w:val="num" w:pos="1080"/>
        </w:tabs>
        <w:ind w:left="1080" w:hanging="360"/>
      </w:pPr>
      <w:rPr>
        <w:rFonts w:ascii="Calibri" w:hAnsi="Calibri" w:hint="default"/>
      </w:rPr>
    </w:lvl>
    <w:lvl w:ilvl="2" w:tplc="3370CDE0" w:tentative="1">
      <w:start w:val="1"/>
      <w:numFmt w:val="bullet"/>
      <w:lvlText w:val=" "/>
      <w:lvlJc w:val="left"/>
      <w:pPr>
        <w:tabs>
          <w:tab w:val="num" w:pos="1800"/>
        </w:tabs>
        <w:ind w:left="1800" w:hanging="360"/>
      </w:pPr>
      <w:rPr>
        <w:rFonts w:ascii="Calibri" w:hAnsi="Calibri" w:hint="default"/>
      </w:rPr>
    </w:lvl>
    <w:lvl w:ilvl="3" w:tplc="7E8C36D8" w:tentative="1">
      <w:start w:val="1"/>
      <w:numFmt w:val="bullet"/>
      <w:lvlText w:val=" "/>
      <w:lvlJc w:val="left"/>
      <w:pPr>
        <w:tabs>
          <w:tab w:val="num" w:pos="2520"/>
        </w:tabs>
        <w:ind w:left="2520" w:hanging="360"/>
      </w:pPr>
      <w:rPr>
        <w:rFonts w:ascii="Calibri" w:hAnsi="Calibri" w:hint="default"/>
      </w:rPr>
    </w:lvl>
    <w:lvl w:ilvl="4" w:tplc="63E4B144" w:tentative="1">
      <w:start w:val="1"/>
      <w:numFmt w:val="bullet"/>
      <w:lvlText w:val=" "/>
      <w:lvlJc w:val="left"/>
      <w:pPr>
        <w:tabs>
          <w:tab w:val="num" w:pos="3240"/>
        </w:tabs>
        <w:ind w:left="3240" w:hanging="360"/>
      </w:pPr>
      <w:rPr>
        <w:rFonts w:ascii="Calibri" w:hAnsi="Calibri" w:hint="default"/>
      </w:rPr>
    </w:lvl>
    <w:lvl w:ilvl="5" w:tplc="31FABE6E" w:tentative="1">
      <w:start w:val="1"/>
      <w:numFmt w:val="bullet"/>
      <w:lvlText w:val=" "/>
      <w:lvlJc w:val="left"/>
      <w:pPr>
        <w:tabs>
          <w:tab w:val="num" w:pos="3960"/>
        </w:tabs>
        <w:ind w:left="3960" w:hanging="360"/>
      </w:pPr>
      <w:rPr>
        <w:rFonts w:ascii="Calibri" w:hAnsi="Calibri" w:hint="default"/>
      </w:rPr>
    </w:lvl>
    <w:lvl w:ilvl="6" w:tplc="17C096B4" w:tentative="1">
      <w:start w:val="1"/>
      <w:numFmt w:val="bullet"/>
      <w:lvlText w:val=" "/>
      <w:lvlJc w:val="left"/>
      <w:pPr>
        <w:tabs>
          <w:tab w:val="num" w:pos="4680"/>
        </w:tabs>
        <w:ind w:left="4680" w:hanging="360"/>
      </w:pPr>
      <w:rPr>
        <w:rFonts w:ascii="Calibri" w:hAnsi="Calibri" w:hint="default"/>
      </w:rPr>
    </w:lvl>
    <w:lvl w:ilvl="7" w:tplc="F5463FA4" w:tentative="1">
      <w:start w:val="1"/>
      <w:numFmt w:val="bullet"/>
      <w:lvlText w:val=" "/>
      <w:lvlJc w:val="left"/>
      <w:pPr>
        <w:tabs>
          <w:tab w:val="num" w:pos="5400"/>
        </w:tabs>
        <w:ind w:left="5400" w:hanging="360"/>
      </w:pPr>
      <w:rPr>
        <w:rFonts w:ascii="Calibri" w:hAnsi="Calibri" w:hint="default"/>
      </w:rPr>
    </w:lvl>
    <w:lvl w:ilvl="8" w:tplc="D5FCDFDE" w:tentative="1">
      <w:start w:val="1"/>
      <w:numFmt w:val="bullet"/>
      <w:lvlText w:val=" "/>
      <w:lvlJc w:val="left"/>
      <w:pPr>
        <w:tabs>
          <w:tab w:val="num" w:pos="6120"/>
        </w:tabs>
        <w:ind w:left="6120" w:hanging="360"/>
      </w:pPr>
      <w:rPr>
        <w:rFonts w:ascii="Calibri" w:hAnsi="Calibri" w:hint="default"/>
      </w:rPr>
    </w:lvl>
  </w:abstractNum>
  <w:abstractNum w:abstractNumId="42" w15:restartNumberingAfterBreak="0">
    <w:nsid w:val="7B165220"/>
    <w:multiLevelType w:val="hybridMultilevel"/>
    <w:tmpl w:val="C3ECC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E44423B"/>
    <w:multiLevelType w:val="hybridMultilevel"/>
    <w:tmpl w:val="26D40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ECE6F9B"/>
    <w:multiLevelType w:val="hybridMultilevel"/>
    <w:tmpl w:val="AC386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13882294">
    <w:abstractNumId w:val="41"/>
  </w:num>
  <w:num w:numId="2" w16cid:durableId="1153260332">
    <w:abstractNumId w:val="37"/>
  </w:num>
  <w:num w:numId="3" w16cid:durableId="1089157328">
    <w:abstractNumId w:val="17"/>
  </w:num>
  <w:num w:numId="4" w16cid:durableId="1497653557">
    <w:abstractNumId w:val="33"/>
  </w:num>
  <w:num w:numId="5" w16cid:durableId="459493579">
    <w:abstractNumId w:val="23"/>
  </w:num>
  <w:num w:numId="6" w16cid:durableId="185559316">
    <w:abstractNumId w:val="11"/>
  </w:num>
  <w:num w:numId="7" w16cid:durableId="886994496">
    <w:abstractNumId w:val="0"/>
  </w:num>
  <w:num w:numId="8" w16cid:durableId="502285547">
    <w:abstractNumId w:val="26"/>
  </w:num>
  <w:num w:numId="9" w16cid:durableId="1429499664">
    <w:abstractNumId w:val="6"/>
  </w:num>
  <w:num w:numId="10" w16cid:durableId="636182700">
    <w:abstractNumId w:val="35"/>
  </w:num>
  <w:num w:numId="11" w16cid:durableId="766315493">
    <w:abstractNumId w:val="3"/>
  </w:num>
  <w:num w:numId="12" w16cid:durableId="892353098">
    <w:abstractNumId w:val="34"/>
  </w:num>
  <w:num w:numId="13" w16cid:durableId="1830173478">
    <w:abstractNumId w:val="25"/>
  </w:num>
  <w:num w:numId="14" w16cid:durableId="781995573">
    <w:abstractNumId w:val="7"/>
  </w:num>
  <w:num w:numId="15" w16cid:durableId="973019423">
    <w:abstractNumId w:val="42"/>
  </w:num>
  <w:num w:numId="16" w16cid:durableId="353311455">
    <w:abstractNumId w:val="4"/>
  </w:num>
  <w:num w:numId="17" w16cid:durableId="60324791">
    <w:abstractNumId w:val="36"/>
  </w:num>
  <w:num w:numId="18" w16cid:durableId="983505390">
    <w:abstractNumId w:val="40"/>
  </w:num>
  <w:num w:numId="19" w16cid:durableId="864443942">
    <w:abstractNumId w:val="8"/>
  </w:num>
  <w:num w:numId="20" w16cid:durableId="1230312176">
    <w:abstractNumId w:val="15"/>
  </w:num>
  <w:num w:numId="21" w16cid:durableId="355085275">
    <w:abstractNumId w:val="14"/>
  </w:num>
  <w:num w:numId="22" w16cid:durableId="1700738354">
    <w:abstractNumId w:val="44"/>
  </w:num>
  <w:num w:numId="23" w16cid:durableId="89283135">
    <w:abstractNumId w:val="39"/>
  </w:num>
  <w:num w:numId="24" w16cid:durableId="2007441578">
    <w:abstractNumId w:val="28"/>
  </w:num>
  <w:num w:numId="25" w16cid:durableId="482897346">
    <w:abstractNumId w:val="27"/>
  </w:num>
  <w:num w:numId="26" w16cid:durableId="1006981846">
    <w:abstractNumId w:val="9"/>
  </w:num>
  <w:num w:numId="27" w16cid:durableId="311832110">
    <w:abstractNumId w:val="31"/>
  </w:num>
  <w:num w:numId="28" w16cid:durableId="1795634647">
    <w:abstractNumId w:val="19"/>
  </w:num>
  <w:num w:numId="29" w16cid:durableId="451366005">
    <w:abstractNumId w:val="30"/>
  </w:num>
  <w:num w:numId="30" w16cid:durableId="1562784489">
    <w:abstractNumId w:val="21"/>
  </w:num>
  <w:num w:numId="31" w16cid:durableId="855073327">
    <w:abstractNumId w:val="38"/>
  </w:num>
  <w:num w:numId="32" w16cid:durableId="1404914228">
    <w:abstractNumId w:val="43"/>
  </w:num>
  <w:num w:numId="33" w16cid:durableId="910773906">
    <w:abstractNumId w:val="1"/>
  </w:num>
  <w:num w:numId="34" w16cid:durableId="680160184">
    <w:abstractNumId w:val="13"/>
  </w:num>
  <w:num w:numId="35" w16cid:durableId="361832235">
    <w:abstractNumId w:val="29"/>
  </w:num>
  <w:num w:numId="36" w16cid:durableId="1878665743">
    <w:abstractNumId w:val="22"/>
  </w:num>
  <w:num w:numId="37" w16cid:durableId="484778571">
    <w:abstractNumId w:val="16"/>
  </w:num>
  <w:num w:numId="38" w16cid:durableId="1143231128">
    <w:abstractNumId w:val="32"/>
  </w:num>
  <w:num w:numId="39" w16cid:durableId="566189536">
    <w:abstractNumId w:val="10"/>
  </w:num>
  <w:num w:numId="40" w16cid:durableId="477695101">
    <w:abstractNumId w:val="20"/>
  </w:num>
  <w:num w:numId="41" w16cid:durableId="522136999">
    <w:abstractNumId w:val="12"/>
  </w:num>
  <w:num w:numId="42" w16cid:durableId="1821267358">
    <w:abstractNumId w:val="24"/>
  </w:num>
  <w:num w:numId="43" w16cid:durableId="526649505">
    <w:abstractNumId w:val="18"/>
  </w:num>
  <w:num w:numId="44" w16cid:durableId="415639184">
    <w:abstractNumId w:val="2"/>
  </w:num>
  <w:num w:numId="45" w16cid:durableId="6912999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44"/>
    <w:rsid w:val="00000EDD"/>
    <w:rsid w:val="0000407F"/>
    <w:rsid w:val="00004CBA"/>
    <w:rsid w:val="00007085"/>
    <w:rsid w:val="00011CA3"/>
    <w:rsid w:val="00013785"/>
    <w:rsid w:val="00013D01"/>
    <w:rsid w:val="000178D5"/>
    <w:rsid w:val="000203C6"/>
    <w:rsid w:val="00020D4A"/>
    <w:rsid w:val="0002105A"/>
    <w:rsid w:val="00021544"/>
    <w:rsid w:val="00022661"/>
    <w:rsid w:val="000229AF"/>
    <w:rsid w:val="00026ADC"/>
    <w:rsid w:val="00031E82"/>
    <w:rsid w:val="00032B1E"/>
    <w:rsid w:val="00034CEF"/>
    <w:rsid w:val="00036759"/>
    <w:rsid w:val="00036E6F"/>
    <w:rsid w:val="00041946"/>
    <w:rsid w:val="00042926"/>
    <w:rsid w:val="000459FF"/>
    <w:rsid w:val="00045F20"/>
    <w:rsid w:val="00052A3B"/>
    <w:rsid w:val="000537D9"/>
    <w:rsid w:val="00055266"/>
    <w:rsid w:val="000604E3"/>
    <w:rsid w:val="00060B23"/>
    <w:rsid w:val="00062A3E"/>
    <w:rsid w:val="00063EF1"/>
    <w:rsid w:val="000646C6"/>
    <w:rsid w:val="00066A64"/>
    <w:rsid w:val="00070D02"/>
    <w:rsid w:val="00075D10"/>
    <w:rsid w:val="0007682F"/>
    <w:rsid w:val="000775BE"/>
    <w:rsid w:val="0008067F"/>
    <w:rsid w:val="000810DD"/>
    <w:rsid w:val="00084667"/>
    <w:rsid w:val="00085482"/>
    <w:rsid w:val="00087A18"/>
    <w:rsid w:val="00091B40"/>
    <w:rsid w:val="0009393C"/>
    <w:rsid w:val="00095D99"/>
    <w:rsid w:val="000A39D3"/>
    <w:rsid w:val="000A48DF"/>
    <w:rsid w:val="000A7BBE"/>
    <w:rsid w:val="000B1CF6"/>
    <w:rsid w:val="000B3657"/>
    <w:rsid w:val="000B5414"/>
    <w:rsid w:val="000B5603"/>
    <w:rsid w:val="000B57F5"/>
    <w:rsid w:val="000B7C6C"/>
    <w:rsid w:val="000C2909"/>
    <w:rsid w:val="000C7A37"/>
    <w:rsid w:val="000D0A93"/>
    <w:rsid w:val="000D16B3"/>
    <w:rsid w:val="000D536D"/>
    <w:rsid w:val="000D58C7"/>
    <w:rsid w:val="000D78CF"/>
    <w:rsid w:val="000D7E2E"/>
    <w:rsid w:val="000E0788"/>
    <w:rsid w:val="000E1DBE"/>
    <w:rsid w:val="000E333F"/>
    <w:rsid w:val="000E37A1"/>
    <w:rsid w:val="000E4DB5"/>
    <w:rsid w:val="000E7270"/>
    <w:rsid w:val="000F052D"/>
    <w:rsid w:val="000F0F07"/>
    <w:rsid w:val="000F100B"/>
    <w:rsid w:val="000F57BC"/>
    <w:rsid w:val="000F5D91"/>
    <w:rsid w:val="000F6F30"/>
    <w:rsid w:val="000F7EBF"/>
    <w:rsid w:val="00102F4E"/>
    <w:rsid w:val="0010335B"/>
    <w:rsid w:val="00104D12"/>
    <w:rsid w:val="001062E1"/>
    <w:rsid w:val="00110ADB"/>
    <w:rsid w:val="00110C71"/>
    <w:rsid w:val="0011288B"/>
    <w:rsid w:val="00113669"/>
    <w:rsid w:val="00114039"/>
    <w:rsid w:val="00114D1A"/>
    <w:rsid w:val="00116EC6"/>
    <w:rsid w:val="001219EF"/>
    <w:rsid w:val="00123790"/>
    <w:rsid w:val="00124FCD"/>
    <w:rsid w:val="00125A23"/>
    <w:rsid w:val="001325F9"/>
    <w:rsid w:val="0013298B"/>
    <w:rsid w:val="00137511"/>
    <w:rsid w:val="0014228B"/>
    <w:rsid w:val="00143F99"/>
    <w:rsid w:val="001471A9"/>
    <w:rsid w:val="001474EC"/>
    <w:rsid w:val="001478C0"/>
    <w:rsid w:val="00147C9C"/>
    <w:rsid w:val="001547EF"/>
    <w:rsid w:val="00156A8B"/>
    <w:rsid w:val="00160AB7"/>
    <w:rsid w:val="00160F80"/>
    <w:rsid w:val="00162580"/>
    <w:rsid w:val="00163233"/>
    <w:rsid w:val="001638B1"/>
    <w:rsid w:val="00164BC5"/>
    <w:rsid w:val="001669E4"/>
    <w:rsid w:val="00167EA0"/>
    <w:rsid w:val="00167FE6"/>
    <w:rsid w:val="00171146"/>
    <w:rsid w:val="001716FC"/>
    <w:rsid w:val="00172E18"/>
    <w:rsid w:val="00175354"/>
    <w:rsid w:val="00176AB5"/>
    <w:rsid w:val="00177616"/>
    <w:rsid w:val="00180887"/>
    <w:rsid w:val="0018106A"/>
    <w:rsid w:val="00182882"/>
    <w:rsid w:val="001831AA"/>
    <w:rsid w:val="001844DB"/>
    <w:rsid w:val="001845B3"/>
    <w:rsid w:val="001856A5"/>
    <w:rsid w:val="00185830"/>
    <w:rsid w:val="00185AAB"/>
    <w:rsid w:val="00187632"/>
    <w:rsid w:val="00190522"/>
    <w:rsid w:val="00191159"/>
    <w:rsid w:val="00191DD7"/>
    <w:rsid w:val="00193A05"/>
    <w:rsid w:val="0019486C"/>
    <w:rsid w:val="00195C03"/>
    <w:rsid w:val="00196D82"/>
    <w:rsid w:val="001A2A89"/>
    <w:rsid w:val="001B0ACC"/>
    <w:rsid w:val="001B0BF0"/>
    <w:rsid w:val="001B3A05"/>
    <w:rsid w:val="001B4C95"/>
    <w:rsid w:val="001C06A6"/>
    <w:rsid w:val="001C2C04"/>
    <w:rsid w:val="001C4171"/>
    <w:rsid w:val="001D083A"/>
    <w:rsid w:val="001D1970"/>
    <w:rsid w:val="001D259C"/>
    <w:rsid w:val="001D4576"/>
    <w:rsid w:val="001D4C6F"/>
    <w:rsid w:val="001D623A"/>
    <w:rsid w:val="001D7405"/>
    <w:rsid w:val="001D7C2C"/>
    <w:rsid w:val="001E0E27"/>
    <w:rsid w:val="001E1E0C"/>
    <w:rsid w:val="001E58E2"/>
    <w:rsid w:val="001E631A"/>
    <w:rsid w:val="001E772B"/>
    <w:rsid w:val="001E791C"/>
    <w:rsid w:val="001F12DF"/>
    <w:rsid w:val="001F2436"/>
    <w:rsid w:val="001F3F65"/>
    <w:rsid w:val="001F43CA"/>
    <w:rsid w:val="001F760C"/>
    <w:rsid w:val="00200003"/>
    <w:rsid w:val="002022E2"/>
    <w:rsid w:val="00203AA2"/>
    <w:rsid w:val="002056FA"/>
    <w:rsid w:val="00205CE5"/>
    <w:rsid w:val="00207489"/>
    <w:rsid w:val="002078E9"/>
    <w:rsid w:val="00207902"/>
    <w:rsid w:val="00211FAC"/>
    <w:rsid w:val="002128D3"/>
    <w:rsid w:val="00213364"/>
    <w:rsid w:val="00217BF6"/>
    <w:rsid w:val="00221EFB"/>
    <w:rsid w:val="002228AE"/>
    <w:rsid w:val="0022408B"/>
    <w:rsid w:val="00225C20"/>
    <w:rsid w:val="00231605"/>
    <w:rsid w:val="002320D7"/>
    <w:rsid w:val="00233279"/>
    <w:rsid w:val="00233627"/>
    <w:rsid w:val="002353E4"/>
    <w:rsid w:val="002413DA"/>
    <w:rsid w:val="002425F8"/>
    <w:rsid w:val="00243482"/>
    <w:rsid w:val="00243D57"/>
    <w:rsid w:val="0024412C"/>
    <w:rsid w:val="002442EB"/>
    <w:rsid w:val="00245078"/>
    <w:rsid w:val="00245342"/>
    <w:rsid w:val="002453AD"/>
    <w:rsid w:val="00245432"/>
    <w:rsid w:val="0024761B"/>
    <w:rsid w:val="002504DE"/>
    <w:rsid w:val="00250663"/>
    <w:rsid w:val="00250B88"/>
    <w:rsid w:val="00251458"/>
    <w:rsid w:val="00253965"/>
    <w:rsid w:val="00257981"/>
    <w:rsid w:val="00257CAA"/>
    <w:rsid w:val="0026074F"/>
    <w:rsid w:val="00260B76"/>
    <w:rsid w:val="002610AF"/>
    <w:rsid w:val="00262034"/>
    <w:rsid w:val="00262CB6"/>
    <w:rsid w:val="00263909"/>
    <w:rsid w:val="00263F16"/>
    <w:rsid w:val="0026447C"/>
    <w:rsid w:val="00264F55"/>
    <w:rsid w:val="00272A9E"/>
    <w:rsid w:val="00272C19"/>
    <w:rsid w:val="0027394D"/>
    <w:rsid w:val="00276774"/>
    <w:rsid w:val="00276E26"/>
    <w:rsid w:val="00280894"/>
    <w:rsid w:val="00281E6C"/>
    <w:rsid w:val="00284F65"/>
    <w:rsid w:val="002852DD"/>
    <w:rsid w:val="0028621A"/>
    <w:rsid w:val="00286C98"/>
    <w:rsid w:val="00291BA2"/>
    <w:rsid w:val="00292B62"/>
    <w:rsid w:val="002930AE"/>
    <w:rsid w:val="002935EA"/>
    <w:rsid w:val="00297B97"/>
    <w:rsid w:val="002A2C2C"/>
    <w:rsid w:val="002A3330"/>
    <w:rsid w:val="002A4646"/>
    <w:rsid w:val="002A511F"/>
    <w:rsid w:val="002A5191"/>
    <w:rsid w:val="002A531B"/>
    <w:rsid w:val="002A5F1E"/>
    <w:rsid w:val="002B0454"/>
    <w:rsid w:val="002B14B6"/>
    <w:rsid w:val="002B1CFB"/>
    <w:rsid w:val="002B3F21"/>
    <w:rsid w:val="002C1BCF"/>
    <w:rsid w:val="002C1F07"/>
    <w:rsid w:val="002C32E0"/>
    <w:rsid w:val="002C6BCC"/>
    <w:rsid w:val="002C7D72"/>
    <w:rsid w:val="002D1640"/>
    <w:rsid w:val="002D2085"/>
    <w:rsid w:val="002D2D74"/>
    <w:rsid w:val="002D3D54"/>
    <w:rsid w:val="002D4393"/>
    <w:rsid w:val="002D4A18"/>
    <w:rsid w:val="002D4F67"/>
    <w:rsid w:val="002D59F5"/>
    <w:rsid w:val="002D6CA5"/>
    <w:rsid w:val="002D6FDF"/>
    <w:rsid w:val="002D735C"/>
    <w:rsid w:val="002E6074"/>
    <w:rsid w:val="002E7303"/>
    <w:rsid w:val="002E7EE5"/>
    <w:rsid w:val="002F26D8"/>
    <w:rsid w:val="002F7881"/>
    <w:rsid w:val="002F7C8E"/>
    <w:rsid w:val="00300F91"/>
    <w:rsid w:val="0030146E"/>
    <w:rsid w:val="00305EB5"/>
    <w:rsid w:val="00310F50"/>
    <w:rsid w:val="003121F0"/>
    <w:rsid w:val="00317334"/>
    <w:rsid w:val="00321E3A"/>
    <w:rsid w:val="003237C2"/>
    <w:rsid w:val="00324858"/>
    <w:rsid w:val="00324E47"/>
    <w:rsid w:val="00325D2C"/>
    <w:rsid w:val="00326592"/>
    <w:rsid w:val="00326806"/>
    <w:rsid w:val="00331C0E"/>
    <w:rsid w:val="003327F2"/>
    <w:rsid w:val="00332AC7"/>
    <w:rsid w:val="00332B87"/>
    <w:rsid w:val="00334B28"/>
    <w:rsid w:val="00334BE5"/>
    <w:rsid w:val="00337205"/>
    <w:rsid w:val="00341FD4"/>
    <w:rsid w:val="00342159"/>
    <w:rsid w:val="003446EE"/>
    <w:rsid w:val="00345A76"/>
    <w:rsid w:val="00345C6C"/>
    <w:rsid w:val="00347D5B"/>
    <w:rsid w:val="00350177"/>
    <w:rsid w:val="00350724"/>
    <w:rsid w:val="00350929"/>
    <w:rsid w:val="003528D6"/>
    <w:rsid w:val="00357028"/>
    <w:rsid w:val="003577CA"/>
    <w:rsid w:val="00362E2A"/>
    <w:rsid w:val="003704CD"/>
    <w:rsid w:val="00371DEB"/>
    <w:rsid w:val="00373628"/>
    <w:rsid w:val="003749AC"/>
    <w:rsid w:val="00380A6B"/>
    <w:rsid w:val="00380AC5"/>
    <w:rsid w:val="00382BD0"/>
    <w:rsid w:val="00385952"/>
    <w:rsid w:val="00387E8D"/>
    <w:rsid w:val="003913C2"/>
    <w:rsid w:val="003916B1"/>
    <w:rsid w:val="003919AE"/>
    <w:rsid w:val="00392E0A"/>
    <w:rsid w:val="00393AF4"/>
    <w:rsid w:val="003A0AB7"/>
    <w:rsid w:val="003A0B04"/>
    <w:rsid w:val="003A2A91"/>
    <w:rsid w:val="003A2D36"/>
    <w:rsid w:val="003A2E75"/>
    <w:rsid w:val="003A31CD"/>
    <w:rsid w:val="003A64B2"/>
    <w:rsid w:val="003B19F8"/>
    <w:rsid w:val="003B3E74"/>
    <w:rsid w:val="003B45C1"/>
    <w:rsid w:val="003B4716"/>
    <w:rsid w:val="003B5D47"/>
    <w:rsid w:val="003C18BF"/>
    <w:rsid w:val="003C4A1C"/>
    <w:rsid w:val="003C4D7F"/>
    <w:rsid w:val="003D37BB"/>
    <w:rsid w:val="003D3B80"/>
    <w:rsid w:val="003D4516"/>
    <w:rsid w:val="003D6B45"/>
    <w:rsid w:val="003D7BD0"/>
    <w:rsid w:val="003D7FE3"/>
    <w:rsid w:val="003E092B"/>
    <w:rsid w:val="003E0AAE"/>
    <w:rsid w:val="003E5C94"/>
    <w:rsid w:val="003F1CD1"/>
    <w:rsid w:val="003F23F6"/>
    <w:rsid w:val="003F4982"/>
    <w:rsid w:val="003F5ADF"/>
    <w:rsid w:val="003F6338"/>
    <w:rsid w:val="00400D93"/>
    <w:rsid w:val="00403032"/>
    <w:rsid w:val="0040573D"/>
    <w:rsid w:val="0040709D"/>
    <w:rsid w:val="00412318"/>
    <w:rsid w:val="0041341C"/>
    <w:rsid w:val="00413A81"/>
    <w:rsid w:val="004210F6"/>
    <w:rsid w:val="0042442C"/>
    <w:rsid w:val="0042483C"/>
    <w:rsid w:val="00425297"/>
    <w:rsid w:val="004254DA"/>
    <w:rsid w:val="00425794"/>
    <w:rsid w:val="00425FF6"/>
    <w:rsid w:val="00426110"/>
    <w:rsid w:val="00427520"/>
    <w:rsid w:val="004313AA"/>
    <w:rsid w:val="00433992"/>
    <w:rsid w:val="004358DB"/>
    <w:rsid w:val="0043600B"/>
    <w:rsid w:val="0043672E"/>
    <w:rsid w:val="00437E98"/>
    <w:rsid w:val="0044195C"/>
    <w:rsid w:val="004419D4"/>
    <w:rsid w:val="004445DA"/>
    <w:rsid w:val="0045106B"/>
    <w:rsid w:val="004526C4"/>
    <w:rsid w:val="0045435C"/>
    <w:rsid w:val="00454AF4"/>
    <w:rsid w:val="00455F07"/>
    <w:rsid w:val="00462CBE"/>
    <w:rsid w:val="004675CA"/>
    <w:rsid w:val="004676E7"/>
    <w:rsid w:val="004724ED"/>
    <w:rsid w:val="00472645"/>
    <w:rsid w:val="00472E91"/>
    <w:rsid w:val="00473015"/>
    <w:rsid w:val="00475951"/>
    <w:rsid w:val="00475F3E"/>
    <w:rsid w:val="0048117B"/>
    <w:rsid w:val="004842A0"/>
    <w:rsid w:val="00484389"/>
    <w:rsid w:val="0048524A"/>
    <w:rsid w:val="004855C2"/>
    <w:rsid w:val="004857DE"/>
    <w:rsid w:val="00487651"/>
    <w:rsid w:val="0049046A"/>
    <w:rsid w:val="00490A0A"/>
    <w:rsid w:val="00492175"/>
    <w:rsid w:val="004A0CBE"/>
    <w:rsid w:val="004A0D3A"/>
    <w:rsid w:val="004A60D3"/>
    <w:rsid w:val="004A7C19"/>
    <w:rsid w:val="004B0207"/>
    <w:rsid w:val="004B21D4"/>
    <w:rsid w:val="004B2347"/>
    <w:rsid w:val="004B2705"/>
    <w:rsid w:val="004B3DB7"/>
    <w:rsid w:val="004B5292"/>
    <w:rsid w:val="004B568F"/>
    <w:rsid w:val="004B56ED"/>
    <w:rsid w:val="004C2900"/>
    <w:rsid w:val="004C51C4"/>
    <w:rsid w:val="004D0236"/>
    <w:rsid w:val="004D0F7E"/>
    <w:rsid w:val="004D338F"/>
    <w:rsid w:val="004D4DF4"/>
    <w:rsid w:val="004D5569"/>
    <w:rsid w:val="004D614F"/>
    <w:rsid w:val="004E1065"/>
    <w:rsid w:val="004E1615"/>
    <w:rsid w:val="004E36D3"/>
    <w:rsid w:val="004E3785"/>
    <w:rsid w:val="004E7540"/>
    <w:rsid w:val="004F1BF5"/>
    <w:rsid w:val="004F2B5D"/>
    <w:rsid w:val="004F3AE8"/>
    <w:rsid w:val="004F752F"/>
    <w:rsid w:val="00506064"/>
    <w:rsid w:val="005104D6"/>
    <w:rsid w:val="005109D0"/>
    <w:rsid w:val="005120A5"/>
    <w:rsid w:val="005131E6"/>
    <w:rsid w:val="00514D98"/>
    <w:rsid w:val="00516EFA"/>
    <w:rsid w:val="0051719A"/>
    <w:rsid w:val="00517D4C"/>
    <w:rsid w:val="0052001D"/>
    <w:rsid w:val="00520691"/>
    <w:rsid w:val="00524562"/>
    <w:rsid w:val="00527212"/>
    <w:rsid w:val="00530114"/>
    <w:rsid w:val="005307A0"/>
    <w:rsid w:val="005311D5"/>
    <w:rsid w:val="005352FA"/>
    <w:rsid w:val="00536B0E"/>
    <w:rsid w:val="00541202"/>
    <w:rsid w:val="0054600A"/>
    <w:rsid w:val="00546B3F"/>
    <w:rsid w:val="00546C95"/>
    <w:rsid w:val="005518DF"/>
    <w:rsid w:val="00552EB8"/>
    <w:rsid w:val="00553433"/>
    <w:rsid w:val="005539A2"/>
    <w:rsid w:val="00553F78"/>
    <w:rsid w:val="00555523"/>
    <w:rsid w:val="005556D5"/>
    <w:rsid w:val="005557A0"/>
    <w:rsid w:val="0055684A"/>
    <w:rsid w:val="00562520"/>
    <w:rsid w:val="00564666"/>
    <w:rsid w:val="00564921"/>
    <w:rsid w:val="0056595B"/>
    <w:rsid w:val="00565F62"/>
    <w:rsid w:val="005666AF"/>
    <w:rsid w:val="00567726"/>
    <w:rsid w:val="00567F7C"/>
    <w:rsid w:val="0057057F"/>
    <w:rsid w:val="005714DE"/>
    <w:rsid w:val="00573A07"/>
    <w:rsid w:val="0057441C"/>
    <w:rsid w:val="0057565E"/>
    <w:rsid w:val="00577835"/>
    <w:rsid w:val="00577DC1"/>
    <w:rsid w:val="00580DB6"/>
    <w:rsid w:val="0058171D"/>
    <w:rsid w:val="0058278A"/>
    <w:rsid w:val="00587F0C"/>
    <w:rsid w:val="005904EB"/>
    <w:rsid w:val="00593E85"/>
    <w:rsid w:val="00596576"/>
    <w:rsid w:val="005968F5"/>
    <w:rsid w:val="005971AA"/>
    <w:rsid w:val="00597CCA"/>
    <w:rsid w:val="005A1BFE"/>
    <w:rsid w:val="005A3770"/>
    <w:rsid w:val="005A5660"/>
    <w:rsid w:val="005A5C76"/>
    <w:rsid w:val="005A5CDE"/>
    <w:rsid w:val="005A7D00"/>
    <w:rsid w:val="005A7FC8"/>
    <w:rsid w:val="005B3105"/>
    <w:rsid w:val="005B3121"/>
    <w:rsid w:val="005B4B6C"/>
    <w:rsid w:val="005B5069"/>
    <w:rsid w:val="005B6B37"/>
    <w:rsid w:val="005B6F34"/>
    <w:rsid w:val="005C015B"/>
    <w:rsid w:val="005C0AA9"/>
    <w:rsid w:val="005C206E"/>
    <w:rsid w:val="005C2E61"/>
    <w:rsid w:val="005C47C1"/>
    <w:rsid w:val="005C4965"/>
    <w:rsid w:val="005C5001"/>
    <w:rsid w:val="005C5E27"/>
    <w:rsid w:val="005C777B"/>
    <w:rsid w:val="005D03AB"/>
    <w:rsid w:val="005D16B6"/>
    <w:rsid w:val="005D5168"/>
    <w:rsid w:val="005D5A44"/>
    <w:rsid w:val="005D5E68"/>
    <w:rsid w:val="005D6D93"/>
    <w:rsid w:val="005E069A"/>
    <w:rsid w:val="005E14FD"/>
    <w:rsid w:val="005E63C6"/>
    <w:rsid w:val="005E729B"/>
    <w:rsid w:val="005F2C31"/>
    <w:rsid w:val="005F4B4B"/>
    <w:rsid w:val="005F57C7"/>
    <w:rsid w:val="005F7525"/>
    <w:rsid w:val="005F7D18"/>
    <w:rsid w:val="006032B3"/>
    <w:rsid w:val="0060397B"/>
    <w:rsid w:val="00603CCB"/>
    <w:rsid w:val="00604168"/>
    <w:rsid w:val="00605859"/>
    <w:rsid w:val="00605B40"/>
    <w:rsid w:val="00605D21"/>
    <w:rsid w:val="006062FF"/>
    <w:rsid w:val="0061118A"/>
    <w:rsid w:val="0061217A"/>
    <w:rsid w:val="0061517D"/>
    <w:rsid w:val="00615191"/>
    <w:rsid w:val="00615550"/>
    <w:rsid w:val="0061728C"/>
    <w:rsid w:val="006175E8"/>
    <w:rsid w:val="00622B3A"/>
    <w:rsid w:val="00624878"/>
    <w:rsid w:val="006256CB"/>
    <w:rsid w:val="00625A95"/>
    <w:rsid w:val="006265EC"/>
    <w:rsid w:val="006269EC"/>
    <w:rsid w:val="00627D5F"/>
    <w:rsid w:val="00631CFD"/>
    <w:rsid w:val="00632F82"/>
    <w:rsid w:val="00633C13"/>
    <w:rsid w:val="00635515"/>
    <w:rsid w:val="00640220"/>
    <w:rsid w:val="00640A34"/>
    <w:rsid w:val="00640ADF"/>
    <w:rsid w:val="00641AA1"/>
    <w:rsid w:val="00642320"/>
    <w:rsid w:val="00645A14"/>
    <w:rsid w:val="00650B41"/>
    <w:rsid w:val="00652054"/>
    <w:rsid w:val="006538CB"/>
    <w:rsid w:val="00654A39"/>
    <w:rsid w:val="006557F3"/>
    <w:rsid w:val="006569D6"/>
    <w:rsid w:val="00657DF5"/>
    <w:rsid w:val="0066119B"/>
    <w:rsid w:val="00662344"/>
    <w:rsid w:val="006623F1"/>
    <w:rsid w:val="006703A6"/>
    <w:rsid w:val="006733C4"/>
    <w:rsid w:val="00673F75"/>
    <w:rsid w:val="00674D46"/>
    <w:rsid w:val="0068014C"/>
    <w:rsid w:val="00684A27"/>
    <w:rsid w:val="00687F06"/>
    <w:rsid w:val="00690014"/>
    <w:rsid w:val="00691579"/>
    <w:rsid w:val="00691DAB"/>
    <w:rsid w:val="006937B3"/>
    <w:rsid w:val="00694324"/>
    <w:rsid w:val="006951C3"/>
    <w:rsid w:val="00697056"/>
    <w:rsid w:val="006A1254"/>
    <w:rsid w:val="006A2C2C"/>
    <w:rsid w:val="006A3148"/>
    <w:rsid w:val="006A3B83"/>
    <w:rsid w:val="006A4C8D"/>
    <w:rsid w:val="006A5B8A"/>
    <w:rsid w:val="006B0E1D"/>
    <w:rsid w:val="006B193C"/>
    <w:rsid w:val="006B19B8"/>
    <w:rsid w:val="006B4B33"/>
    <w:rsid w:val="006B5BAB"/>
    <w:rsid w:val="006C02ED"/>
    <w:rsid w:val="006C4BFE"/>
    <w:rsid w:val="006C5776"/>
    <w:rsid w:val="006C5893"/>
    <w:rsid w:val="006C68F1"/>
    <w:rsid w:val="006C7EF7"/>
    <w:rsid w:val="006D0627"/>
    <w:rsid w:val="006D07A4"/>
    <w:rsid w:val="006D1C6D"/>
    <w:rsid w:val="006D2024"/>
    <w:rsid w:val="006D2A97"/>
    <w:rsid w:val="006D2D87"/>
    <w:rsid w:val="006D334C"/>
    <w:rsid w:val="006D3FE7"/>
    <w:rsid w:val="006D4184"/>
    <w:rsid w:val="006D4242"/>
    <w:rsid w:val="006D4687"/>
    <w:rsid w:val="006D7F93"/>
    <w:rsid w:val="006E1A38"/>
    <w:rsid w:val="006E39EF"/>
    <w:rsid w:val="006E6347"/>
    <w:rsid w:val="006E7610"/>
    <w:rsid w:val="006F1B3C"/>
    <w:rsid w:val="006F63D7"/>
    <w:rsid w:val="006F6A50"/>
    <w:rsid w:val="0070023E"/>
    <w:rsid w:val="00703CBE"/>
    <w:rsid w:val="007040B0"/>
    <w:rsid w:val="00704569"/>
    <w:rsid w:val="00704BB0"/>
    <w:rsid w:val="00706B51"/>
    <w:rsid w:val="00706B8A"/>
    <w:rsid w:val="007076EC"/>
    <w:rsid w:val="00711156"/>
    <w:rsid w:val="0071288C"/>
    <w:rsid w:val="00714EC0"/>
    <w:rsid w:val="007152E7"/>
    <w:rsid w:val="0071587D"/>
    <w:rsid w:val="00716748"/>
    <w:rsid w:val="00717A52"/>
    <w:rsid w:val="00722BF0"/>
    <w:rsid w:val="00731E22"/>
    <w:rsid w:val="00732ABD"/>
    <w:rsid w:val="00734956"/>
    <w:rsid w:val="0073557B"/>
    <w:rsid w:val="00741BEC"/>
    <w:rsid w:val="00742D4D"/>
    <w:rsid w:val="00745709"/>
    <w:rsid w:val="00745968"/>
    <w:rsid w:val="007473D2"/>
    <w:rsid w:val="007509C1"/>
    <w:rsid w:val="007524BB"/>
    <w:rsid w:val="007526CA"/>
    <w:rsid w:val="00752D6A"/>
    <w:rsid w:val="00752EE3"/>
    <w:rsid w:val="007543CE"/>
    <w:rsid w:val="0075451C"/>
    <w:rsid w:val="00754A22"/>
    <w:rsid w:val="00754BF6"/>
    <w:rsid w:val="00754E42"/>
    <w:rsid w:val="007562AA"/>
    <w:rsid w:val="00760940"/>
    <w:rsid w:val="00762AD4"/>
    <w:rsid w:val="00764CB9"/>
    <w:rsid w:val="0076728A"/>
    <w:rsid w:val="0076764A"/>
    <w:rsid w:val="00771B18"/>
    <w:rsid w:val="00775321"/>
    <w:rsid w:val="00775E17"/>
    <w:rsid w:val="00777712"/>
    <w:rsid w:val="00777BC1"/>
    <w:rsid w:val="00780622"/>
    <w:rsid w:val="007816FF"/>
    <w:rsid w:val="00781E9F"/>
    <w:rsid w:val="00782D57"/>
    <w:rsid w:val="00784DB1"/>
    <w:rsid w:val="00790C1A"/>
    <w:rsid w:val="007941BE"/>
    <w:rsid w:val="00794405"/>
    <w:rsid w:val="0079604A"/>
    <w:rsid w:val="007A000C"/>
    <w:rsid w:val="007A11D1"/>
    <w:rsid w:val="007A2746"/>
    <w:rsid w:val="007A3BC4"/>
    <w:rsid w:val="007A53BC"/>
    <w:rsid w:val="007A546E"/>
    <w:rsid w:val="007A5C7F"/>
    <w:rsid w:val="007B1913"/>
    <w:rsid w:val="007B1D12"/>
    <w:rsid w:val="007B25AD"/>
    <w:rsid w:val="007B3879"/>
    <w:rsid w:val="007B77D6"/>
    <w:rsid w:val="007C2A13"/>
    <w:rsid w:val="007C45B2"/>
    <w:rsid w:val="007C6876"/>
    <w:rsid w:val="007C7DE7"/>
    <w:rsid w:val="007D18DE"/>
    <w:rsid w:val="007D34E9"/>
    <w:rsid w:val="007D7B42"/>
    <w:rsid w:val="007E262B"/>
    <w:rsid w:val="007E5AC5"/>
    <w:rsid w:val="007E6CB5"/>
    <w:rsid w:val="007F0EF5"/>
    <w:rsid w:val="007F1B6B"/>
    <w:rsid w:val="007F30FB"/>
    <w:rsid w:val="007F3398"/>
    <w:rsid w:val="007F460D"/>
    <w:rsid w:val="007F5C14"/>
    <w:rsid w:val="007F6EA1"/>
    <w:rsid w:val="007F78D5"/>
    <w:rsid w:val="00802FA6"/>
    <w:rsid w:val="008062CE"/>
    <w:rsid w:val="00810E21"/>
    <w:rsid w:val="0081161C"/>
    <w:rsid w:val="00811A1C"/>
    <w:rsid w:val="00811CAE"/>
    <w:rsid w:val="0081694E"/>
    <w:rsid w:val="00817C0B"/>
    <w:rsid w:val="008208A1"/>
    <w:rsid w:val="00820A5A"/>
    <w:rsid w:val="0082170F"/>
    <w:rsid w:val="00821BB0"/>
    <w:rsid w:val="00822845"/>
    <w:rsid w:val="00822D69"/>
    <w:rsid w:val="008230B9"/>
    <w:rsid w:val="00830F4F"/>
    <w:rsid w:val="008319FD"/>
    <w:rsid w:val="008323B6"/>
    <w:rsid w:val="00832B36"/>
    <w:rsid w:val="0083447A"/>
    <w:rsid w:val="00834DE0"/>
    <w:rsid w:val="00835D46"/>
    <w:rsid w:val="00836738"/>
    <w:rsid w:val="0084060D"/>
    <w:rsid w:val="008413DF"/>
    <w:rsid w:val="008416F5"/>
    <w:rsid w:val="00841707"/>
    <w:rsid w:val="00843431"/>
    <w:rsid w:val="0084436D"/>
    <w:rsid w:val="008466DC"/>
    <w:rsid w:val="00847037"/>
    <w:rsid w:val="00847FBB"/>
    <w:rsid w:val="0085223E"/>
    <w:rsid w:val="00852537"/>
    <w:rsid w:val="00854DE8"/>
    <w:rsid w:val="00855A83"/>
    <w:rsid w:val="00855FAE"/>
    <w:rsid w:val="00856848"/>
    <w:rsid w:val="00856C0A"/>
    <w:rsid w:val="00857D9B"/>
    <w:rsid w:val="00860609"/>
    <w:rsid w:val="00860A8E"/>
    <w:rsid w:val="00861E70"/>
    <w:rsid w:val="00862FBD"/>
    <w:rsid w:val="008649C7"/>
    <w:rsid w:val="00866FB2"/>
    <w:rsid w:val="0086751F"/>
    <w:rsid w:val="00873386"/>
    <w:rsid w:val="00874429"/>
    <w:rsid w:val="00875016"/>
    <w:rsid w:val="00875FC1"/>
    <w:rsid w:val="00877E7A"/>
    <w:rsid w:val="0088203F"/>
    <w:rsid w:val="008849D9"/>
    <w:rsid w:val="00885314"/>
    <w:rsid w:val="00886C72"/>
    <w:rsid w:val="00887B67"/>
    <w:rsid w:val="00890E0C"/>
    <w:rsid w:val="00891E41"/>
    <w:rsid w:val="00893642"/>
    <w:rsid w:val="008B105A"/>
    <w:rsid w:val="008B12B3"/>
    <w:rsid w:val="008B2166"/>
    <w:rsid w:val="008B2515"/>
    <w:rsid w:val="008B2C53"/>
    <w:rsid w:val="008B3403"/>
    <w:rsid w:val="008B5CA6"/>
    <w:rsid w:val="008B7D06"/>
    <w:rsid w:val="008C102E"/>
    <w:rsid w:val="008C45BE"/>
    <w:rsid w:val="008C4821"/>
    <w:rsid w:val="008C483D"/>
    <w:rsid w:val="008C549C"/>
    <w:rsid w:val="008C5F21"/>
    <w:rsid w:val="008C60F8"/>
    <w:rsid w:val="008C622F"/>
    <w:rsid w:val="008D1231"/>
    <w:rsid w:val="008D33DF"/>
    <w:rsid w:val="008D4986"/>
    <w:rsid w:val="008E0760"/>
    <w:rsid w:val="008E287C"/>
    <w:rsid w:val="008E5309"/>
    <w:rsid w:val="008E5795"/>
    <w:rsid w:val="008E63BA"/>
    <w:rsid w:val="008F0986"/>
    <w:rsid w:val="008F1771"/>
    <w:rsid w:val="008F3F05"/>
    <w:rsid w:val="008F6421"/>
    <w:rsid w:val="008F70E7"/>
    <w:rsid w:val="008F75E3"/>
    <w:rsid w:val="009016DB"/>
    <w:rsid w:val="009017CC"/>
    <w:rsid w:val="0090373D"/>
    <w:rsid w:val="00904219"/>
    <w:rsid w:val="00904679"/>
    <w:rsid w:val="009047A2"/>
    <w:rsid w:val="00905365"/>
    <w:rsid w:val="00910525"/>
    <w:rsid w:val="00910579"/>
    <w:rsid w:val="0091189A"/>
    <w:rsid w:val="009200E8"/>
    <w:rsid w:val="00920835"/>
    <w:rsid w:val="009230BE"/>
    <w:rsid w:val="0092387B"/>
    <w:rsid w:val="00924689"/>
    <w:rsid w:val="00925605"/>
    <w:rsid w:val="009278E4"/>
    <w:rsid w:val="0093016D"/>
    <w:rsid w:val="009317C7"/>
    <w:rsid w:val="00932928"/>
    <w:rsid w:val="00932A87"/>
    <w:rsid w:val="00932DC9"/>
    <w:rsid w:val="009340F6"/>
    <w:rsid w:val="0093413E"/>
    <w:rsid w:val="0093428F"/>
    <w:rsid w:val="00934300"/>
    <w:rsid w:val="0093431C"/>
    <w:rsid w:val="009355F3"/>
    <w:rsid w:val="0093573F"/>
    <w:rsid w:val="00936330"/>
    <w:rsid w:val="009428F9"/>
    <w:rsid w:val="00943C8F"/>
    <w:rsid w:val="009441E7"/>
    <w:rsid w:val="009452BD"/>
    <w:rsid w:val="00946CD9"/>
    <w:rsid w:val="00947ACA"/>
    <w:rsid w:val="00951EE6"/>
    <w:rsid w:val="00956D6A"/>
    <w:rsid w:val="00960616"/>
    <w:rsid w:val="009629C6"/>
    <w:rsid w:val="00966B15"/>
    <w:rsid w:val="0096731A"/>
    <w:rsid w:val="0097000B"/>
    <w:rsid w:val="00971084"/>
    <w:rsid w:val="00974700"/>
    <w:rsid w:val="009751F8"/>
    <w:rsid w:val="009763D9"/>
    <w:rsid w:val="00976899"/>
    <w:rsid w:val="00976E7C"/>
    <w:rsid w:val="00991E8D"/>
    <w:rsid w:val="00992ED7"/>
    <w:rsid w:val="00993942"/>
    <w:rsid w:val="00994159"/>
    <w:rsid w:val="009942E5"/>
    <w:rsid w:val="00995532"/>
    <w:rsid w:val="009955EC"/>
    <w:rsid w:val="00995D8C"/>
    <w:rsid w:val="009A32C6"/>
    <w:rsid w:val="009A484D"/>
    <w:rsid w:val="009A523B"/>
    <w:rsid w:val="009A5870"/>
    <w:rsid w:val="009A6B95"/>
    <w:rsid w:val="009B0031"/>
    <w:rsid w:val="009B2220"/>
    <w:rsid w:val="009B415B"/>
    <w:rsid w:val="009C0D27"/>
    <w:rsid w:val="009C30DB"/>
    <w:rsid w:val="009C499B"/>
    <w:rsid w:val="009C5448"/>
    <w:rsid w:val="009C6237"/>
    <w:rsid w:val="009D02B8"/>
    <w:rsid w:val="009D38DD"/>
    <w:rsid w:val="009D6780"/>
    <w:rsid w:val="009E09D6"/>
    <w:rsid w:val="009E2136"/>
    <w:rsid w:val="009E326A"/>
    <w:rsid w:val="009E3D32"/>
    <w:rsid w:val="009E56B2"/>
    <w:rsid w:val="009E7152"/>
    <w:rsid w:val="009E7EA9"/>
    <w:rsid w:val="009F1D9C"/>
    <w:rsid w:val="009F333D"/>
    <w:rsid w:val="009F6424"/>
    <w:rsid w:val="009F66EC"/>
    <w:rsid w:val="009F6CDD"/>
    <w:rsid w:val="009F7C1C"/>
    <w:rsid w:val="00A000D8"/>
    <w:rsid w:val="00A02694"/>
    <w:rsid w:val="00A03F0D"/>
    <w:rsid w:val="00A07156"/>
    <w:rsid w:val="00A12A8C"/>
    <w:rsid w:val="00A14A94"/>
    <w:rsid w:val="00A15CA8"/>
    <w:rsid w:val="00A1629E"/>
    <w:rsid w:val="00A168B7"/>
    <w:rsid w:val="00A173BF"/>
    <w:rsid w:val="00A208A6"/>
    <w:rsid w:val="00A221AA"/>
    <w:rsid w:val="00A223B8"/>
    <w:rsid w:val="00A226C5"/>
    <w:rsid w:val="00A22EDD"/>
    <w:rsid w:val="00A25135"/>
    <w:rsid w:val="00A273DB"/>
    <w:rsid w:val="00A27629"/>
    <w:rsid w:val="00A305B0"/>
    <w:rsid w:val="00A330BC"/>
    <w:rsid w:val="00A33613"/>
    <w:rsid w:val="00A340DD"/>
    <w:rsid w:val="00A341D6"/>
    <w:rsid w:val="00A345CF"/>
    <w:rsid w:val="00A37822"/>
    <w:rsid w:val="00A410AA"/>
    <w:rsid w:val="00A4202E"/>
    <w:rsid w:val="00A428CF"/>
    <w:rsid w:val="00A433B1"/>
    <w:rsid w:val="00A508B2"/>
    <w:rsid w:val="00A517F2"/>
    <w:rsid w:val="00A5368B"/>
    <w:rsid w:val="00A54671"/>
    <w:rsid w:val="00A54ED5"/>
    <w:rsid w:val="00A55459"/>
    <w:rsid w:val="00A564BA"/>
    <w:rsid w:val="00A57B93"/>
    <w:rsid w:val="00A60FFF"/>
    <w:rsid w:val="00A611F7"/>
    <w:rsid w:val="00A649CF"/>
    <w:rsid w:val="00A65FD7"/>
    <w:rsid w:val="00A70CF8"/>
    <w:rsid w:val="00A74BA7"/>
    <w:rsid w:val="00A75261"/>
    <w:rsid w:val="00A7589C"/>
    <w:rsid w:val="00A77912"/>
    <w:rsid w:val="00A800E8"/>
    <w:rsid w:val="00A81D96"/>
    <w:rsid w:val="00A82859"/>
    <w:rsid w:val="00A905C5"/>
    <w:rsid w:val="00A9082E"/>
    <w:rsid w:val="00A923B9"/>
    <w:rsid w:val="00A92430"/>
    <w:rsid w:val="00A92F19"/>
    <w:rsid w:val="00A930D8"/>
    <w:rsid w:val="00A97A8F"/>
    <w:rsid w:val="00A97DC0"/>
    <w:rsid w:val="00AA00D7"/>
    <w:rsid w:val="00AA10D3"/>
    <w:rsid w:val="00AA225A"/>
    <w:rsid w:val="00AA2589"/>
    <w:rsid w:val="00AA3050"/>
    <w:rsid w:val="00AA6051"/>
    <w:rsid w:val="00AA661A"/>
    <w:rsid w:val="00AA6AA6"/>
    <w:rsid w:val="00AB0122"/>
    <w:rsid w:val="00AB15C2"/>
    <w:rsid w:val="00AB20DC"/>
    <w:rsid w:val="00AB5C1A"/>
    <w:rsid w:val="00AB6451"/>
    <w:rsid w:val="00AB7952"/>
    <w:rsid w:val="00AC26E0"/>
    <w:rsid w:val="00AC277F"/>
    <w:rsid w:val="00AC3565"/>
    <w:rsid w:val="00AC3F60"/>
    <w:rsid w:val="00AC4325"/>
    <w:rsid w:val="00AC5CEF"/>
    <w:rsid w:val="00AD1B96"/>
    <w:rsid w:val="00AD5429"/>
    <w:rsid w:val="00AD5D11"/>
    <w:rsid w:val="00AD6FEE"/>
    <w:rsid w:val="00AD79C3"/>
    <w:rsid w:val="00AE02A7"/>
    <w:rsid w:val="00AE0362"/>
    <w:rsid w:val="00AE104D"/>
    <w:rsid w:val="00AE2F7D"/>
    <w:rsid w:val="00AE356C"/>
    <w:rsid w:val="00AE3886"/>
    <w:rsid w:val="00AE4822"/>
    <w:rsid w:val="00AE4EDB"/>
    <w:rsid w:val="00AE5AFA"/>
    <w:rsid w:val="00AE6842"/>
    <w:rsid w:val="00AE76C4"/>
    <w:rsid w:val="00AE7A3C"/>
    <w:rsid w:val="00AF0822"/>
    <w:rsid w:val="00AF0B12"/>
    <w:rsid w:val="00AF150A"/>
    <w:rsid w:val="00AF1B0E"/>
    <w:rsid w:val="00AF3AA3"/>
    <w:rsid w:val="00AF400F"/>
    <w:rsid w:val="00AF5375"/>
    <w:rsid w:val="00AF5E04"/>
    <w:rsid w:val="00AF7039"/>
    <w:rsid w:val="00B00D08"/>
    <w:rsid w:val="00B0290F"/>
    <w:rsid w:val="00B0316C"/>
    <w:rsid w:val="00B03882"/>
    <w:rsid w:val="00B146AF"/>
    <w:rsid w:val="00B15C2D"/>
    <w:rsid w:val="00B205C5"/>
    <w:rsid w:val="00B213D8"/>
    <w:rsid w:val="00B21DF2"/>
    <w:rsid w:val="00B23AB9"/>
    <w:rsid w:val="00B251B8"/>
    <w:rsid w:val="00B26B2C"/>
    <w:rsid w:val="00B26DBE"/>
    <w:rsid w:val="00B27AC4"/>
    <w:rsid w:val="00B30AD4"/>
    <w:rsid w:val="00B312EC"/>
    <w:rsid w:val="00B339F8"/>
    <w:rsid w:val="00B3631D"/>
    <w:rsid w:val="00B3707A"/>
    <w:rsid w:val="00B40675"/>
    <w:rsid w:val="00B41173"/>
    <w:rsid w:val="00B428A8"/>
    <w:rsid w:val="00B44DF8"/>
    <w:rsid w:val="00B46D73"/>
    <w:rsid w:val="00B5003F"/>
    <w:rsid w:val="00B54582"/>
    <w:rsid w:val="00B56845"/>
    <w:rsid w:val="00B60224"/>
    <w:rsid w:val="00B638AD"/>
    <w:rsid w:val="00B6638C"/>
    <w:rsid w:val="00B66826"/>
    <w:rsid w:val="00B719B2"/>
    <w:rsid w:val="00B71FDE"/>
    <w:rsid w:val="00B726CB"/>
    <w:rsid w:val="00B72AB1"/>
    <w:rsid w:val="00B7408A"/>
    <w:rsid w:val="00B76A6D"/>
    <w:rsid w:val="00B7722D"/>
    <w:rsid w:val="00B80052"/>
    <w:rsid w:val="00B82A98"/>
    <w:rsid w:val="00B83A9D"/>
    <w:rsid w:val="00B8641E"/>
    <w:rsid w:val="00B929CF"/>
    <w:rsid w:val="00B94B21"/>
    <w:rsid w:val="00B965D5"/>
    <w:rsid w:val="00B969A6"/>
    <w:rsid w:val="00B97EC7"/>
    <w:rsid w:val="00BA014B"/>
    <w:rsid w:val="00BA11D5"/>
    <w:rsid w:val="00BA3E80"/>
    <w:rsid w:val="00BA45CC"/>
    <w:rsid w:val="00BB198C"/>
    <w:rsid w:val="00BB4E41"/>
    <w:rsid w:val="00BC048D"/>
    <w:rsid w:val="00BC1D3B"/>
    <w:rsid w:val="00BC2BFD"/>
    <w:rsid w:val="00BC3BEF"/>
    <w:rsid w:val="00BC3D45"/>
    <w:rsid w:val="00BC4744"/>
    <w:rsid w:val="00BC69F8"/>
    <w:rsid w:val="00BC6B0D"/>
    <w:rsid w:val="00BC7B25"/>
    <w:rsid w:val="00BD3300"/>
    <w:rsid w:val="00BD42A4"/>
    <w:rsid w:val="00BD45BF"/>
    <w:rsid w:val="00BD4987"/>
    <w:rsid w:val="00BD55BA"/>
    <w:rsid w:val="00BD668B"/>
    <w:rsid w:val="00BD6749"/>
    <w:rsid w:val="00BD69F7"/>
    <w:rsid w:val="00BE08F6"/>
    <w:rsid w:val="00BE1E5C"/>
    <w:rsid w:val="00BE277B"/>
    <w:rsid w:val="00BE3DC1"/>
    <w:rsid w:val="00BE42FA"/>
    <w:rsid w:val="00BE46EA"/>
    <w:rsid w:val="00BE76B0"/>
    <w:rsid w:val="00BF1C1C"/>
    <w:rsid w:val="00BF2EFF"/>
    <w:rsid w:val="00BF4A5C"/>
    <w:rsid w:val="00C001EE"/>
    <w:rsid w:val="00C026E1"/>
    <w:rsid w:val="00C0441C"/>
    <w:rsid w:val="00C06A9A"/>
    <w:rsid w:val="00C1147C"/>
    <w:rsid w:val="00C11F5E"/>
    <w:rsid w:val="00C13B27"/>
    <w:rsid w:val="00C15845"/>
    <w:rsid w:val="00C16694"/>
    <w:rsid w:val="00C20523"/>
    <w:rsid w:val="00C208D1"/>
    <w:rsid w:val="00C20C44"/>
    <w:rsid w:val="00C24835"/>
    <w:rsid w:val="00C26EB0"/>
    <w:rsid w:val="00C27924"/>
    <w:rsid w:val="00C310C1"/>
    <w:rsid w:val="00C31C09"/>
    <w:rsid w:val="00C31F2F"/>
    <w:rsid w:val="00C336AE"/>
    <w:rsid w:val="00C34445"/>
    <w:rsid w:val="00C36209"/>
    <w:rsid w:val="00C41C23"/>
    <w:rsid w:val="00C47DA8"/>
    <w:rsid w:val="00C55C4D"/>
    <w:rsid w:val="00C60E84"/>
    <w:rsid w:val="00C612F1"/>
    <w:rsid w:val="00C619FD"/>
    <w:rsid w:val="00C6391C"/>
    <w:rsid w:val="00C64931"/>
    <w:rsid w:val="00C65C8B"/>
    <w:rsid w:val="00C676B5"/>
    <w:rsid w:val="00C67BA4"/>
    <w:rsid w:val="00C71B4C"/>
    <w:rsid w:val="00C72B37"/>
    <w:rsid w:val="00C72D92"/>
    <w:rsid w:val="00C737DD"/>
    <w:rsid w:val="00C743EA"/>
    <w:rsid w:val="00C744F3"/>
    <w:rsid w:val="00C748F8"/>
    <w:rsid w:val="00C76482"/>
    <w:rsid w:val="00C76FE7"/>
    <w:rsid w:val="00C778BA"/>
    <w:rsid w:val="00C77C00"/>
    <w:rsid w:val="00C8115E"/>
    <w:rsid w:val="00C84797"/>
    <w:rsid w:val="00C91BA9"/>
    <w:rsid w:val="00C91EBE"/>
    <w:rsid w:val="00C9420C"/>
    <w:rsid w:val="00C94D74"/>
    <w:rsid w:val="00C95B83"/>
    <w:rsid w:val="00CA18A0"/>
    <w:rsid w:val="00CA1C23"/>
    <w:rsid w:val="00CA68B6"/>
    <w:rsid w:val="00CA73E6"/>
    <w:rsid w:val="00CA7402"/>
    <w:rsid w:val="00CB1052"/>
    <w:rsid w:val="00CB2AC2"/>
    <w:rsid w:val="00CB37A1"/>
    <w:rsid w:val="00CB544A"/>
    <w:rsid w:val="00CB5E94"/>
    <w:rsid w:val="00CB61FD"/>
    <w:rsid w:val="00CC06E3"/>
    <w:rsid w:val="00CC576A"/>
    <w:rsid w:val="00CC7887"/>
    <w:rsid w:val="00CD07F7"/>
    <w:rsid w:val="00CD0DF5"/>
    <w:rsid w:val="00CD10B1"/>
    <w:rsid w:val="00CD1C8C"/>
    <w:rsid w:val="00CD5035"/>
    <w:rsid w:val="00CD5468"/>
    <w:rsid w:val="00CD69D0"/>
    <w:rsid w:val="00CD7282"/>
    <w:rsid w:val="00CE0A7E"/>
    <w:rsid w:val="00CE100E"/>
    <w:rsid w:val="00CE2086"/>
    <w:rsid w:val="00CE366E"/>
    <w:rsid w:val="00CF191B"/>
    <w:rsid w:val="00CF2758"/>
    <w:rsid w:val="00CF4038"/>
    <w:rsid w:val="00CF5C91"/>
    <w:rsid w:val="00CF7A50"/>
    <w:rsid w:val="00D010DB"/>
    <w:rsid w:val="00D018DD"/>
    <w:rsid w:val="00D03B48"/>
    <w:rsid w:val="00D0478B"/>
    <w:rsid w:val="00D06690"/>
    <w:rsid w:val="00D1507E"/>
    <w:rsid w:val="00D17821"/>
    <w:rsid w:val="00D210B4"/>
    <w:rsid w:val="00D222ED"/>
    <w:rsid w:val="00D22A99"/>
    <w:rsid w:val="00D23157"/>
    <w:rsid w:val="00D26740"/>
    <w:rsid w:val="00D27DF5"/>
    <w:rsid w:val="00D31DA5"/>
    <w:rsid w:val="00D3247B"/>
    <w:rsid w:val="00D32628"/>
    <w:rsid w:val="00D359DE"/>
    <w:rsid w:val="00D36822"/>
    <w:rsid w:val="00D40926"/>
    <w:rsid w:val="00D40D9C"/>
    <w:rsid w:val="00D41608"/>
    <w:rsid w:val="00D4463A"/>
    <w:rsid w:val="00D46F24"/>
    <w:rsid w:val="00D500E1"/>
    <w:rsid w:val="00D50D03"/>
    <w:rsid w:val="00D51D3D"/>
    <w:rsid w:val="00D52D70"/>
    <w:rsid w:val="00D56659"/>
    <w:rsid w:val="00D57FE8"/>
    <w:rsid w:val="00D63723"/>
    <w:rsid w:val="00D63E29"/>
    <w:rsid w:val="00D66284"/>
    <w:rsid w:val="00D675CC"/>
    <w:rsid w:val="00D67CB9"/>
    <w:rsid w:val="00D742A0"/>
    <w:rsid w:val="00D74CF3"/>
    <w:rsid w:val="00D74E98"/>
    <w:rsid w:val="00D75A39"/>
    <w:rsid w:val="00D777C6"/>
    <w:rsid w:val="00D77D06"/>
    <w:rsid w:val="00D77D97"/>
    <w:rsid w:val="00D82A74"/>
    <w:rsid w:val="00D8469B"/>
    <w:rsid w:val="00D8617E"/>
    <w:rsid w:val="00D86203"/>
    <w:rsid w:val="00D86693"/>
    <w:rsid w:val="00D92A77"/>
    <w:rsid w:val="00D93808"/>
    <w:rsid w:val="00D954C3"/>
    <w:rsid w:val="00D97038"/>
    <w:rsid w:val="00D971C5"/>
    <w:rsid w:val="00DA1502"/>
    <w:rsid w:val="00DA7E04"/>
    <w:rsid w:val="00DB16AE"/>
    <w:rsid w:val="00DB3EAD"/>
    <w:rsid w:val="00DB4E8E"/>
    <w:rsid w:val="00DB62E4"/>
    <w:rsid w:val="00DB6619"/>
    <w:rsid w:val="00DB7D1D"/>
    <w:rsid w:val="00DC0638"/>
    <w:rsid w:val="00DC0D54"/>
    <w:rsid w:val="00DD2608"/>
    <w:rsid w:val="00DD26A6"/>
    <w:rsid w:val="00DD2F91"/>
    <w:rsid w:val="00DD3C14"/>
    <w:rsid w:val="00DD5D4E"/>
    <w:rsid w:val="00DD5DC1"/>
    <w:rsid w:val="00DE0255"/>
    <w:rsid w:val="00DE06C0"/>
    <w:rsid w:val="00DE15F9"/>
    <w:rsid w:val="00DE486B"/>
    <w:rsid w:val="00DE5567"/>
    <w:rsid w:val="00DF1539"/>
    <w:rsid w:val="00DF40C3"/>
    <w:rsid w:val="00DF41CC"/>
    <w:rsid w:val="00DF4638"/>
    <w:rsid w:val="00DF53CB"/>
    <w:rsid w:val="00DF6202"/>
    <w:rsid w:val="00E00E7C"/>
    <w:rsid w:val="00E013B7"/>
    <w:rsid w:val="00E02386"/>
    <w:rsid w:val="00E02A78"/>
    <w:rsid w:val="00E06CFF"/>
    <w:rsid w:val="00E12564"/>
    <w:rsid w:val="00E14C54"/>
    <w:rsid w:val="00E15738"/>
    <w:rsid w:val="00E2184C"/>
    <w:rsid w:val="00E219BD"/>
    <w:rsid w:val="00E23054"/>
    <w:rsid w:val="00E263A0"/>
    <w:rsid w:val="00E264E5"/>
    <w:rsid w:val="00E27B70"/>
    <w:rsid w:val="00E27EEB"/>
    <w:rsid w:val="00E313B3"/>
    <w:rsid w:val="00E32095"/>
    <w:rsid w:val="00E329E4"/>
    <w:rsid w:val="00E332E6"/>
    <w:rsid w:val="00E33826"/>
    <w:rsid w:val="00E35D16"/>
    <w:rsid w:val="00E361ED"/>
    <w:rsid w:val="00E42A70"/>
    <w:rsid w:val="00E42D63"/>
    <w:rsid w:val="00E430B8"/>
    <w:rsid w:val="00E436D8"/>
    <w:rsid w:val="00E45D9E"/>
    <w:rsid w:val="00E4782E"/>
    <w:rsid w:val="00E50BEE"/>
    <w:rsid w:val="00E5268B"/>
    <w:rsid w:val="00E54429"/>
    <w:rsid w:val="00E54450"/>
    <w:rsid w:val="00E54D0B"/>
    <w:rsid w:val="00E60D52"/>
    <w:rsid w:val="00E6110C"/>
    <w:rsid w:val="00E6131D"/>
    <w:rsid w:val="00E647AE"/>
    <w:rsid w:val="00E64936"/>
    <w:rsid w:val="00E66786"/>
    <w:rsid w:val="00E67E9B"/>
    <w:rsid w:val="00E7384F"/>
    <w:rsid w:val="00E74EE6"/>
    <w:rsid w:val="00E80641"/>
    <w:rsid w:val="00E827EB"/>
    <w:rsid w:val="00E82D8E"/>
    <w:rsid w:val="00E84171"/>
    <w:rsid w:val="00E85DBE"/>
    <w:rsid w:val="00E86B68"/>
    <w:rsid w:val="00E87A70"/>
    <w:rsid w:val="00E87AC3"/>
    <w:rsid w:val="00E931BC"/>
    <w:rsid w:val="00E93891"/>
    <w:rsid w:val="00E9391E"/>
    <w:rsid w:val="00E9407A"/>
    <w:rsid w:val="00E96F76"/>
    <w:rsid w:val="00EA10F2"/>
    <w:rsid w:val="00EA232E"/>
    <w:rsid w:val="00EA4D9B"/>
    <w:rsid w:val="00EA4E8C"/>
    <w:rsid w:val="00EA50A0"/>
    <w:rsid w:val="00EA5B67"/>
    <w:rsid w:val="00EA6C3E"/>
    <w:rsid w:val="00EB2007"/>
    <w:rsid w:val="00EB2746"/>
    <w:rsid w:val="00EB2B96"/>
    <w:rsid w:val="00EB359E"/>
    <w:rsid w:val="00EB3A8F"/>
    <w:rsid w:val="00EB4EE0"/>
    <w:rsid w:val="00EB7984"/>
    <w:rsid w:val="00EC0CB3"/>
    <w:rsid w:val="00EC1B72"/>
    <w:rsid w:val="00EC27C7"/>
    <w:rsid w:val="00EC2CFE"/>
    <w:rsid w:val="00EC316A"/>
    <w:rsid w:val="00EC4493"/>
    <w:rsid w:val="00EC60B3"/>
    <w:rsid w:val="00EC6BEC"/>
    <w:rsid w:val="00ED0250"/>
    <w:rsid w:val="00ED18FD"/>
    <w:rsid w:val="00ED1BF5"/>
    <w:rsid w:val="00ED1DB4"/>
    <w:rsid w:val="00ED250F"/>
    <w:rsid w:val="00ED3607"/>
    <w:rsid w:val="00ED45F9"/>
    <w:rsid w:val="00ED54A4"/>
    <w:rsid w:val="00ED6858"/>
    <w:rsid w:val="00ED6A53"/>
    <w:rsid w:val="00ED7977"/>
    <w:rsid w:val="00EE27AA"/>
    <w:rsid w:val="00EE770E"/>
    <w:rsid w:val="00EF0C53"/>
    <w:rsid w:val="00EF2FDC"/>
    <w:rsid w:val="00EF6C5F"/>
    <w:rsid w:val="00EF6E6B"/>
    <w:rsid w:val="00EF7177"/>
    <w:rsid w:val="00EF7340"/>
    <w:rsid w:val="00F044AF"/>
    <w:rsid w:val="00F045EC"/>
    <w:rsid w:val="00F071CF"/>
    <w:rsid w:val="00F115D0"/>
    <w:rsid w:val="00F128D0"/>
    <w:rsid w:val="00F1347D"/>
    <w:rsid w:val="00F165BD"/>
    <w:rsid w:val="00F228F1"/>
    <w:rsid w:val="00F22BD3"/>
    <w:rsid w:val="00F23645"/>
    <w:rsid w:val="00F236FD"/>
    <w:rsid w:val="00F24848"/>
    <w:rsid w:val="00F25896"/>
    <w:rsid w:val="00F27A57"/>
    <w:rsid w:val="00F33061"/>
    <w:rsid w:val="00F33CAE"/>
    <w:rsid w:val="00F3556C"/>
    <w:rsid w:val="00F36335"/>
    <w:rsid w:val="00F376C1"/>
    <w:rsid w:val="00F40984"/>
    <w:rsid w:val="00F42B01"/>
    <w:rsid w:val="00F4462C"/>
    <w:rsid w:val="00F45129"/>
    <w:rsid w:val="00F45AD9"/>
    <w:rsid w:val="00F46340"/>
    <w:rsid w:val="00F50632"/>
    <w:rsid w:val="00F5070A"/>
    <w:rsid w:val="00F56F67"/>
    <w:rsid w:val="00F57155"/>
    <w:rsid w:val="00F60738"/>
    <w:rsid w:val="00F61697"/>
    <w:rsid w:val="00F64265"/>
    <w:rsid w:val="00F64405"/>
    <w:rsid w:val="00F64A99"/>
    <w:rsid w:val="00F659FF"/>
    <w:rsid w:val="00F65F2F"/>
    <w:rsid w:val="00F65FC5"/>
    <w:rsid w:val="00F70509"/>
    <w:rsid w:val="00F71973"/>
    <w:rsid w:val="00F7268F"/>
    <w:rsid w:val="00F74D08"/>
    <w:rsid w:val="00F75C8D"/>
    <w:rsid w:val="00F76FD3"/>
    <w:rsid w:val="00F77F39"/>
    <w:rsid w:val="00F8133D"/>
    <w:rsid w:val="00F821B1"/>
    <w:rsid w:val="00F849B2"/>
    <w:rsid w:val="00F84C70"/>
    <w:rsid w:val="00F8590E"/>
    <w:rsid w:val="00F91076"/>
    <w:rsid w:val="00F92078"/>
    <w:rsid w:val="00F946D5"/>
    <w:rsid w:val="00F95902"/>
    <w:rsid w:val="00F959C3"/>
    <w:rsid w:val="00F96D58"/>
    <w:rsid w:val="00F97530"/>
    <w:rsid w:val="00FA2A4F"/>
    <w:rsid w:val="00FA3082"/>
    <w:rsid w:val="00FA6471"/>
    <w:rsid w:val="00FA6730"/>
    <w:rsid w:val="00FB3979"/>
    <w:rsid w:val="00FB5D11"/>
    <w:rsid w:val="00FB7F32"/>
    <w:rsid w:val="00FC2C76"/>
    <w:rsid w:val="00FC3293"/>
    <w:rsid w:val="00FC3436"/>
    <w:rsid w:val="00FC45C2"/>
    <w:rsid w:val="00FC5ABE"/>
    <w:rsid w:val="00FC6DA1"/>
    <w:rsid w:val="00FD04EE"/>
    <w:rsid w:val="00FD10DB"/>
    <w:rsid w:val="00FD14B4"/>
    <w:rsid w:val="00FD2863"/>
    <w:rsid w:val="00FD3CB7"/>
    <w:rsid w:val="00FD3D17"/>
    <w:rsid w:val="00FD50E3"/>
    <w:rsid w:val="00FD56B6"/>
    <w:rsid w:val="00FD5ED0"/>
    <w:rsid w:val="00FD6601"/>
    <w:rsid w:val="00FD6DAB"/>
    <w:rsid w:val="00FD7813"/>
    <w:rsid w:val="00FE39E8"/>
    <w:rsid w:val="00FE7BEB"/>
    <w:rsid w:val="00FE7F57"/>
    <w:rsid w:val="00FF0F9E"/>
    <w:rsid w:val="00FF1751"/>
    <w:rsid w:val="00FF2060"/>
    <w:rsid w:val="00FF24CF"/>
    <w:rsid w:val="00FF5049"/>
    <w:rsid w:val="00FF5371"/>
    <w:rsid w:val="00FF5923"/>
    <w:rsid w:val="00FF63E8"/>
    <w:rsid w:val="00FF6F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8A24B"/>
  <w15:chartTrackingRefBased/>
  <w15:docId w15:val="{1888FD40-009F-4A0C-85F6-9469F6683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E94"/>
    <w:rPr>
      <w:rFonts w:ascii="Candara" w:hAnsi="Candara"/>
    </w:rPr>
  </w:style>
  <w:style w:type="paragraph" w:styleId="Heading1">
    <w:name w:val="heading 1"/>
    <w:basedOn w:val="Normal"/>
    <w:next w:val="Normal"/>
    <w:link w:val="Heading1Char"/>
    <w:uiPriority w:val="9"/>
    <w:qFormat/>
    <w:rsid w:val="00B94B21"/>
    <w:pPr>
      <w:keepNext/>
      <w:keepLines/>
      <w:spacing w:before="240" w:after="0"/>
      <w:outlineLvl w:val="0"/>
    </w:pPr>
    <w:rPr>
      <w:rFonts w:eastAsiaTheme="majorEastAsia" w:cstheme="minorHAnsi"/>
      <w:color w:val="2F5496" w:themeColor="accent1" w:themeShade="BF"/>
      <w:sz w:val="32"/>
      <w:szCs w:val="32"/>
    </w:rPr>
  </w:style>
  <w:style w:type="paragraph" w:styleId="Heading2">
    <w:name w:val="heading 2"/>
    <w:basedOn w:val="Normal"/>
    <w:next w:val="Normal"/>
    <w:link w:val="Heading2Char"/>
    <w:uiPriority w:val="9"/>
    <w:unhideWhenUsed/>
    <w:qFormat/>
    <w:rsid w:val="00B94B21"/>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87"/>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94B21"/>
    <w:pPr>
      <w:keepNext/>
      <w:keepLines/>
      <w:spacing w:before="40" w:after="0"/>
      <w:outlineLvl w:val="3"/>
    </w:pPr>
    <w:rPr>
      <w:rFonts w:eastAsiaTheme="majorEastAsia" w:cstheme="minorHAnsi"/>
      <w:i/>
      <w:iCs/>
      <w:color w:val="2F5496" w:themeColor="accent1" w:themeShade="BF"/>
    </w:rPr>
  </w:style>
  <w:style w:type="paragraph" w:styleId="Heading5">
    <w:name w:val="heading 5"/>
    <w:basedOn w:val="Normal"/>
    <w:next w:val="Normal"/>
    <w:link w:val="Heading5Char"/>
    <w:uiPriority w:val="9"/>
    <w:unhideWhenUsed/>
    <w:qFormat/>
    <w:rsid w:val="001716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65BD"/>
    <w:pPr>
      <w:spacing w:after="0" w:line="360" w:lineRule="auto"/>
      <w:contextualSpacing/>
      <w:jc w:val="center"/>
    </w:pPr>
    <w:rPr>
      <w:rFonts w:ascii="Congenial" w:eastAsiaTheme="majorEastAsia" w:hAnsi="Congenial" w:cstheme="majorBidi"/>
      <w:spacing w:val="-10"/>
      <w:kern w:val="28"/>
      <w:sz w:val="56"/>
      <w:szCs w:val="56"/>
    </w:rPr>
  </w:style>
  <w:style w:type="character" w:customStyle="1" w:styleId="TitleChar">
    <w:name w:val="Title Char"/>
    <w:basedOn w:val="DefaultParagraphFont"/>
    <w:link w:val="Title"/>
    <w:uiPriority w:val="10"/>
    <w:rsid w:val="00F165BD"/>
    <w:rPr>
      <w:rFonts w:ascii="Congenial" w:eastAsiaTheme="majorEastAsia" w:hAnsi="Congenial"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B94B21"/>
    <w:rPr>
      <w:rFonts w:ascii="Candara" w:eastAsiaTheme="majorEastAsia" w:hAnsi="Candara" w:cstheme="minorHAnsi"/>
      <w:color w:val="2F5496" w:themeColor="accent1" w:themeShade="BF"/>
      <w:sz w:val="32"/>
      <w:szCs w:val="32"/>
    </w:rPr>
  </w:style>
  <w:style w:type="character" w:customStyle="1" w:styleId="Heading2Char">
    <w:name w:val="Heading 2 Char"/>
    <w:basedOn w:val="DefaultParagraphFont"/>
    <w:link w:val="Heading2"/>
    <w:uiPriority w:val="9"/>
    <w:rsid w:val="00B94B21"/>
    <w:rPr>
      <w:rFonts w:ascii="Candara" w:eastAsiaTheme="majorEastAsia" w:hAnsi="Candara" w:cstheme="majorBidi"/>
      <w:color w:val="2F5496" w:themeColor="accent1" w:themeShade="BF"/>
      <w:sz w:val="26"/>
      <w:szCs w:val="26"/>
    </w:rPr>
  </w:style>
  <w:style w:type="character" w:customStyle="1" w:styleId="Heading3Char">
    <w:name w:val="Heading 3 Char"/>
    <w:basedOn w:val="DefaultParagraphFont"/>
    <w:link w:val="Heading3"/>
    <w:uiPriority w:val="9"/>
    <w:rsid w:val="00180887"/>
    <w:rPr>
      <w:rFonts w:ascii="Candara" w:eastAsiaTheme="majorEastAsia" w:hAnsi="Candara" w:cstheme="majorBidi"/>
      <w:color w:val="1F3763" w:themeColor="accent1" w:themeShade="7F"/>
      <w:sz w:val="24"/>
      <w:szCs w:val="24"/>
    </w:rPr>
  </w:style>
  <w:style w:type="character" w:customStyle="1" w:styleId="Heading4Char">
    <w:name w:val="Heading 4 Char"/>
    <w:basedOn w:val="DefaultParagraphFont"/>
    <w:link w:val="Heading4"/>
    <w:uiPriority w:val="9"/>
    <w:rsid w:val="00B94B21"/>
    <w:rPr>
      <w:rFonts w:ascii="Candara" w:eastAsiaTheme="majorEastAsia" w:hAnsi="Candara" w:cstheme="minorHAnsi"/>
      <w:i/>
      <w:iCs/>
      <w:color w:val="2F5496" w:themeColor="accent1" w:themeShade="BF"/>
    </w:rPr>
  </w:style>
  <w:style w:type="character" w:customStyle="1" w:styleId="Heading5Char">
    <w:name w:val="Heading 5 Char"/>
    <w:basedOn w:val="DefaultParagraphFont"/>
    <w:link w:val="Heading5"/>
    <w:uiPriority w:val="9"/>
    <w:rsid w:val="001716FC"/>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93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932A8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C744F3"/>
    <w:pPr>
      <w:ind w:left="720"/>
      <w:contextualSpacing/>
    </w:pPr>
  </w:style>
  <w:style w:type="paragraph" w:customStyle="1" w:styleId="Default">
    <w:name w:val="Default"/>
    <w:rsid w:val="0052001D"/>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3237C2"/>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GridTable4-Accent5">
    <w:name w:val="Grid Table 4 Accent 5"/>
    <w:basedOn w:val="TableNormal"/>
    <w:uiPriority w:val="49"/>
    <w:rsid w:val="00F76FD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F959C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81985716">
      <w:bodyDiv w:val="1"/>
      <w:marLeft w:val="0"/>
      <w:marRight w:val="0"/>
      <w:marTop w:val="0"/>
      <w:marBottom w:val="0"/>
      <w:divBdr>
        <w:top w:val="none" w:sz="0" w:space="0" w:color="auto"/>
        <w:left w:val="none" w:sz="0" w:space="0" w:color="auto"/>
        <w:bottom w:val="none" w:sz="0" w:space="0" w:color="auto"/>
        <w:right w:val="none" w:sz="0" w:space="0" w:color="auto"/>
      </w:divBdr>
      <w:divsChild>
        <w:div w:id="378747962">
          <w:marLeft w:val="547"/>
          <w:marRight w:val="0"/>
          <w:marTop w:val="0"/>
          <w:marBottom w:val="0"/>
          <w:divBdr>
            <w:top w:val="none" w:sz="0" w:space="0" w:color="auto"/>
            <w:left w:val="none" w:sz="0" w:space="0" w:color="auto"/>
            <w:bottom w:val="none" w:sz="0" w:space="0" w:color="auto"/>
            <w:right w:val="none" w:sz="0" w:space="0" w:color="auto"/>
          </w:divBdr>
        </w:div>
      </w:divsChild>
    </w:div>
    <w:div w:id="1442988360">
      <w:bodyDiv w:val="1"/>
      <w:marLeft w:val="0"/>
      <w:marRight w:val="0"/>
      <w:marTop w:val="0"/>
      <w:marBottom w:val="0"/>
      <w:divBdr>
        <w:top w:val="none" w:sz="0" w:space="0" w:color="auto"/>
        <w:left w:val="none" w:sz="0" w:space="0" w:color="auto"/>
        <w:bottom w:val="none" w:sz="0" w:space="0" w:color="auto"/>
        <w:right w:val="none" w:sz="0" w:space="0" w:color="auto"/>
      </w:divBdr>
      <w:divsChild>
        <w:div w:id="1840579633">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4125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AppData\Roaming\Microsoft\Templates\ComputingTutorTemplate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19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08C113A-6CC3-43FB-8BC0-513317E7E0BC}">
  <we:reference id="wa200005669" version="2.0.0.0" store="en-GB" storeType="OMEX"/>
  <we:alternateReferences>
    <we:reference id="WA200005669" version="2.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F9582-D163-467D-96CE-05618450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ComputingTutorTemplate2023.dotx</Template>
  <TotalTime>0</TotalTime>
  <Pages>8</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TheComputingTutor</dc:creator>
  <cp:keywords/>
  <dc:description/>
  <cp:lastModifiedBy>paul meaney</cp:lastModifiedBy>
  <cp:revision>1268</cp:revision>
  <cp:lastPrinted>2025-06-19T15:00:00Z</cp:lastPrinted>
  <dcterms:created xsi:type="dcterms:W3CDTF">2023-10-13T10:15:00Z</dcterms:created>
  <dcterms:modified xsi:type="dcterms:W3CDTF">2025-06-26T15:13:00Z</dcterms:modified>
</cp:coreProperties>
</file>